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E9B" w:rsidRPr="008B401B" w:rsidRDefault="004F11FB" w:rsidP="00D9404C">
      <w:pPr>
        <w:pStyle w:val="Heading1"/>
      </w:pPr>
      <w:r w:rsidRPr="008B401B">
        <w:t>Fi</w:t>
      </w:r>
      <w:r w:rsidR="003A05CC" w:rsidRPr="008B401B">
        <w:t>ș</w:t>
      </w:r>
      <w:r w:rsidR="00CC601F" w:rsidRPr="008B401B">
        <w:t>a 1</w:t>
      </w:r>
      <w:r w:rsidR="00196C4C">
        <w:t>4</w:t>
      </w:r>
      <w:r w:rsidR="0007470F" w:rsidRPr="008B401B">
        <w:t xml:space="preserve">web </w:t>
      </w:r>
      <w:r w:rsidRPr="008B401B">
        <w:t xml:space="preserve">– </w:t>
      </w:r>
      <w:r w:rsidR="008A3B91">
        <w:t>PHP</w:t>
      </w:r>
      <w:r w:rsidR="009F10C2" w:rsidRPr="008B401B">
        <w:t>:</w:t>
      </w:r>
      <w:r w:rsidR="00196C4C">
        <w:t xml:space="preserve"> transmiterea unor date către o pagină PHP</w:t>
      </w:r>
      <w:r w:rsidR="00A57639">
        <w:t xml:space="preserve"> (folosind HTTP Query String, folosind formulare)</w:t>
      </w:r>
      <w:r w:rsidR="00D9404C">
        <w:t>.</w:t>
      </w:r>
    </w:p>
    <w:p w:rsidR="00E63E85" w:rsidRPr="008B401B" w:rsidRDefault="00196C4C" w:rsidP="00E63E85">
      <w:pPr>
        <w:pStyle w:val="Heading2"/>
      </w:pPr>
      <w:r>
        <w:t xml:space="preserve">Transmiterea datelor folosind adresa paginii și </w:t>
      </w:r>
      <w:r w:rsidR="000A10AE">
        <w:t>șiruri de interogare HTTP</w:t>
      </w:r>
    </w:p>
    <w:p w:rsidR="00196C4C" w:rsidRDefault="00196C4C" w:rsidP="00BA5CC5">
      <w:pPr>
        <w:pStyle w:val="ListParagraph"/>
        <w:numPr>
          <w:ilvl w:val="0"/>
          <w:numId w:val="35"/>
        </w:numPr>
      </w:pPr>
      <w:r>
        <w:t xml:space="preserve">Să presupunem că vreți să </w:t>
      </w:r>
      <w:r w:rsidR="00132B57">
        <w:t>creați</w:t>
      </w:r>
      <w:r>
        <w:t xml:space="preserve"> o pagină web care să adune două numere. Ați putea să o realizați în felul următor (creați</w:t>
      </w:r>
      <w:r w:rsidR="0004310E">
        <w:t xml:space="preserve"> o pagină numită </w:t>
      </w:r>
      <w:r w:rsidR="001F4A3A">
        <w:rPr>
          <w:i/>
        </w:rPr>
        <w:t>p1</w:t>
      </w:r>
      <w:r w:rsidR="0004310E">
        <w:rPr>
          <w:i/>
        </w:rPr>
        <w:t>.php</w:t>
      </w:r>
      <w:r w:rsidR="0004310E">
        <w:t xml:space="preserve"> în care copiați codul de mai jos</w:t>
      </w:r>
      <w:r w:rsidR="00A92CC2">
        <w:t xml:space="preserve"> și încărcați-o în browser</w:t>
      </w:r>
      <w:r w:rsidR="0004310E">
        <w:t>)</w:t>
      </w:r>
      <w:r>
        <w: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!DOCTYPE</w:t>
      </w:r>
      <w:r w:rsidRPr="0004310E">
        <w:rPr>
          <w:rFonts w:ascii="Consolas" w:eastAsia="Times New Roman" w:hAnsi="Consolas" w:cs="Consolas"/>
          <w:color w:val="CF4820"/>
          <w:sz w:val="16"/>
          <w:szCs w:val="16"/>
        </w:rPr>
        <w:t>html</w:t>
      </w:r>
      <w:r w:rsidRPr="0004310E">
        <w:rPr>
          <w:rFonts w:ascii="Consolas" w:eastAsia="Times New Roman" w:hAnsi="Consolas" w:cs="Consolas"/>
          <w:color w:val="4F76AC"/>
          <w:sz w:val="16"/>
          <w:szCs w:val="16"/>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html</w:t>
      </w:r>
      <w:r w:rsidRPr="0004310E">
        <w:rPr>
          <w:rFonts w:ascii="Consolas" w:eastAsia="Times New Roman" w:hAnsi="Consolas" w:cs="Consolas"/>
          <w:color w:val="CF4820"/>
          <w:sz w:val="16"/>
          <w:szCs w:val="16"/>
        </w:rPr>
        <w:t>lang</w:t>
      </w:r>
      <w:r w:rsidRPr="0004310E">
        <w:rPr>
          <w:rFonts w:ascii="Consolas" w:eastAsia="Times New Roman" w:hAnsi="Consolas" w:cs="Consolas"/>
          <w:color w:val="4F76AC"/>
          <w:sz w:val="16"/>
          <w:szCs w:val="16"/>
        </w:rPr>
        <w:t>="ro"&gt;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head</w:t>
      </w:r>
      <w:r w:rsidRPr="0004310E">
        <w:rPr>
          <w:rFonts w:ascii="Consolas" w:eastAsia="Times New Roman" w:hAnsi="Consolas" w:cs="Consolas"/>
          <w:color w:val="4F76AC"/>
          <w:sz w:val="16"/>
          <w:szCs w:val="16"/>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meta</w:t>
      </w:r>
      <w:r w:rsidRPr="0004310E">
        <w:rPr>
          <w:rFonts w:ascii="Consolas" w:eastAsia="Times New Roman" w:hAnsi="Consolas" w:cs="Consolas"/>
          <w:color w:val="CF4820"/>
          <w:sz w:val="16"/>
          <w:szCs w:val="16"/>
        </w:rPr>
        <w:t>charset</w:t>
      </w:r>
      <w:r w:rsidRPr="0004310E">
        <w:rPr>
          <w:rFonts w:ascii="Consolas" w:eastAsia="Times New Roman" w:hAnsi="Consolas" w:cs="Consolas"/>
          <w:color w:val="4F76AC"/>
          <w:sz w:val="16"/>
          <w:szCs w:val="16"/>
        </w:rPr>
        <w:t>="utf-8"/&gt;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title</w:t>
      </w:r>
      <w:r w:rsidRPr="0004310E">
        <w:rPr>
          <w:rFonts w:ascii="Consolas" w:eastAsia="Times New Roman" w:hAnsi="Consolas" w:cs="Consolas"/>
          <w:color w:val="4F76AC"/>
          <w:sz w:val="16"/>
          <w:szCs w:val="16"/>
        </w:rPr>
        <w:t>&gt;&lt;/</w:t>
      </w:r>
      <w:r w:rsidRPr="0004310E">
        <w:rPr>
          <w:rFonts w:ascii="Consolas" w:eastAsia="Times New Roman" w:hAnsi="Consolas" w:cs="Consolas"/>
          <w:color w:val="823125"/>
          <w:sz w:val="16"/>
          <w:szCs w:val="16"/>
        </w:rPr>
        <w:t>title</w:t>
      </w:r>
      <w:r w:rsidRPr="0004310E">
        <w:rPr>
          <w:rFonts w:ascii="Consolas" w:eastAsia="Times New Roman" w:hAnsi="Consolas" w:cs="Consolas"/>
          <w:color w:val="4F76AC"/>
          <w:sz w:val="16"/>
          <w:szCs w:val="16"/>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head</w:t>
      </w:r>
      <w:r w:rsidRPr="0004310E">
        <w:rPr>
          <w:rFonts w:ascii="Consolas" w:eastAsia="Times New Roman" w:hAnsi="Consolas" w:cs="Consolas"/>
          <w:color w:val="4F76AC"/>
          <w:sz w:val="16"/>
          <w:szCs w:val="16"/>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body</w:t>
      </w:r>
      <w:r w:rsidRPr="0004310E">
        <w:rPr>
          <w:rFonts w:ascii="Consolas" w:eastAsia="Times New Roman" w:hAnsi="Consolas" w:cs="Consolas"/>
          <w:color w:val="4F76AC"/>
          <w:sz w:val="16"/>
          <w:szCs w:val="16"/>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222222"/>
          <w:sz w:val="16"/>
          <w:szCs w:val="16"/>
          <w:shd w:val="clear" w:color="auto" w:fill="D7BF49"/>
        </w:rPr>
        <w:t>&lt;?php</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000000"/>
          <w:sz w:val="16"/>
          <w:szCs w:val="16"/>
        </w:rPr>
        <w:tab/>
      </w:r>
      <w:r w:rsidRPr="0004310E">
        <w:rPr>
          <w:rFonts w:ascii="Consolas" w:eastAsia="Times New Roman" w:hAnsi="Consolas" w:cs="Consolas"/>
          <w:color w:val="9B5F9B"/>
          <w:sz w:val="16"/>
          <w:szCs w:val="16"/>
        </w:rPr>
        <w:t>$nr1</w:t>
      </w:r>
      <w:r w:rsidRPr="0004310E">
        <w:rPr>
          <w:rFonts w:ascii="Consolas" w:eastAsia="Times New Roman" w:hAnsi="Consolas" w:cs="Consolas"/>
          <w:color w:val="1E7C70"/>
          <w:sz w:val="16"/>
          <w:szCs w:val="16"/>
        </w:rPr>
        <w:t>=</w:t>
      </w:r>
      <w:r w:rsidRPr="0004310E">
        <w:rPr>
          <w:rFonts w:ascii="Consolas" w:eastAsia="Times New Roman" w:hAnsi="Consolas" w:cs="Consolas"/>
          <w:color w:val="9B5F9B"/>
          <w:sz w:val="16"/>
          <w:szCs w:val="16"/>
        </w:rPr>
        <w:t>5</w:t>
      </w:r>
      <w:r w:rsidRPr="0004310E">
        <w:rPr>
          <w:rFonts w:ascii="Consolas" w:eastAsia="Times New Roman" w:hAnsi="Consolas" w:cs="Consolas"/>
          <w:color w:val="1E7C70"/>
          <w:sz w:val="16"/>
          <w:szCs w:val="16"/>
        </w:rPr>
        <w: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000000"/>
          <w:sz w:val="16"/>
          <w:szCs w:val="16"/>
        </w:rPr>
        <w:tab/>
      </w:r>
      <w:r w:rsidRPr="0004310E">
        <w:rPr>
          <w:rFonts w:ascii="Consolas" w:eastAsia="Times New Roman" w:hAnsi="Consolas" w:cs="Consolas"/>
          <w:color w:val="9B5F9B"/>
          <w:sz w:val="16"/>
          <w:szCs w:val="16"/>
        </w:rPr>
        <w:t>$nr2</w:t>
      </w:r>
      <w:r w:rsidRPr="0004310E">
        <w:rPr>
          <w:rFonts w:ascii="Consolas" w:eastAsia="Times New Roman" w:hAnsi="Consolas" w:cs="Consolas"/>
          <w:color w:val="1E7C70"/>
          <w:sz w:val="16"/>
          <w:szCs w:val="16"/>
        </w:rPr>
        <w:t>=</w:t>
      </w:r>
      <w:r w:rsidRPr="0004310E">
        <w:rPr>
          <w:rFonts w:ascii="Consolas" w:eastAsia="Times New Roman" w:hAnsi="Consolas" w:cs="Consolas"/>
          <w:color w:val="9B5F9B"/>
          <w:sz w:val="16"/>
          <w:szCs w:val="16"/>
        </w:rPr>
        <w:t>7</w:t>
      </w:r>
      <w:r w:rsidRPr="0004310E">
        <w:rPr>
          <w:rFonts w:ascii="Consolas" w:eastAsia="Times New Roman" w:hAnsi="Consolas" w:cs="Consolas"/>
          <w:color w:val="1E7C70"/>
          <w:sz w:val="16"/>
          <w:szCs w:val="16"/>
        </w:rPr>
        <w: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echo</w:t>
      </w:r>
      <w:r w:rsidRPr="0004310E">
        <w:rPr>
          <w:rFonts w:ascii="Consolas" w:eastAsia="Times New Roman" w:hAnsi="Consolas" w:cs="Consolas"/>
          <w:color w:val="823125"/>
          <w:sz w:val="16"/>
          <w:szCs w:val="16"/>
        </w:rPr>
        <w:t>"&lt;p&gt;Suma este : "</w:t>
      </w:r>
      <w:r w:rsidRPr="0004310E">
        <w:rPr>
          <w:rFonts w:ascii="Consolas" w:eastAsia="Times New Roman" w:hAnsi="Consolas" w:cs="Consolas"/>
          <w:color w:val="1E7C70"/>
          <w:sz w:val="16"/>
          <w:szCs w:val="16"/>
        </w:rPr>
        <w:t>.(</w:t>
      </w:r>
      <w:r w:rsidRPr="0004310E">
        <w:rPr>
          <w:rFonts w:ascii="Consolas" w:eastAsia="Times New Roman" w:hAnsi="Consolas" w:cs="Consolas"/>
          <w:color w:val="9B5F9B"/>
          <w:sz w:val="16"/>
          <w:szCs w:val="16"/>
        </w:rPr>
        <w:t>$nr1</w:t>
      </w:r>
      <w:r w:rsidRPr="0004310E">
        <w:rPr>
          <w:rFonts w:ascii="Consolas" w:eastAsia="Times New Roman" w:hAnsi="Consolas" w:cs="Consolas"/>
          <w:color w:val="1E7C70"/>
          <w:sz w:val="16"/>
          <w:szCs w:val="16"/>
        </w:rPr>
        <w:t>+</w:t>
      </w:r>
      <w:r w:rsidRPr="0004310E">
        <w:rPr>
          <w:rFonts w:ascii="Consolas" w:eastAsia="Times New Roman" w:hAnsi="Consolas" w:cs="Consolas"/>
          <w:color w:val="9B5F9B"/>
          <w:sz w:val="16"/>
          <w:szCs w:val="16"/>
        </w:rPr>
        <w:t>$nr2</w:t>
      </w:r>
      <w:r w:rsidRPr="0004310E">
        <w:rPr>
          <w:rFonts w:ascii="Consolas" w:eastAsia="Times New Roman" w:hAnsi="Consolas" w:cs="Consolas"/>
          <w:color w:val="1E7C70"/>
          <w:sz w:val="16"/>
          <w:szCs w:val="16"/>
        </w:rPr>
        <w:t>).</w:t>
      </w:r>
      <w:r w:rsidRPr="0004310E">
        <w:rPr>
          <w:rFonts w:ascii="Consolas" w:eastAsia="Times New Roman" w:hAnsi="Consolas" w:cs="Consolas"/>
          <w:color w:val="823125"/>
          <w:sz w:val="16"/>
          <w:szCs w:val="16"/>
        </w:rPr>
        <w:t>"&lt;/p&gt;"</w:t>
      </w:r>
      <w:r w:rsidRPr="0004310E">
        <w:rPr>
          <w:rFonts w:ascii="Consolas" w:eastAsia="Times New Roman" w:hAnsi="Consolas" w:cs="Consolas"/>
          <w:color w:val="1E7C70"/>
          <w:sz w:val="16"/>
          <w:szCs w:val="16"/>
        </w:rPr>
        <w: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222222"/>
          <w:sz w:val="16"/>
          <w:szCs w:val="16"/>
          <w:shd w:val="clear" w:color="auto" w:fill="D7BF49"/>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body</w:t>
      </w:r>
      <w:r w:rsidRPr="0004310E">
        <w:rPr>
          <w:rFonts w:ascii="Consolas" w:eastAsia="Times New Roman" w:hAnsi="Consolas" w:cs="Consolas"/>
          <w:color w:val="4F76AC"/>
          <w:sz w:val="16"/>
          <w:szCs w:val="16"/>
        </w:rPr>
        <w:t>&gt;</w:t>
      </w:r>
    </w:p>
    <w:p w:rsidR="0004310E" w:rsidRPr="0004310E" w:rsidRDefault="0004310E"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html</w:t>
      </w:r>
      <w:r w:rsidRPr="0004310E">
        <w:rPr>
          <w:rFonts w:ascii="Consolas" w:eastAsia="Times New Roman" w:hAnsi="Consolas" w:cs="Consolas"/>
          <w:color w:val="4F76AC"/>
          <w:sz w:val="16"/>
          <w:szCs w:val="16"/>
        </w:rPr>
        <w:t>&gt;</w:t>
      </w:r>
    </w:p>
    <w:p w:rsidR="00420470" w:rsidRDefault="00AF642E" w:rsidP="00AF642E">
      <w:pPr>
        <w:pStyle w:val="ListParagraph"/>
        <w:numPr>
          <w:ilvl w:val="0"/>
          <w:numId w:val="35"/>
        </w:numPr>
      </w:pPr>
      <w:r>
        <w:t xml:space="preserve">În browser veți obține o pagină care conține mesajul </w:t>
      </w:r>
      <w:r w:rsidRPr="00AF642E">
        <w:rPr>
          <w:i/>
        </w:rPr>
        <w:t>„Suma este : 12”</w:t>
      </w:r>
      <w:r>
        <w:t xml:space="preserve"> aflată la o adresă de forma: </w:t>
      </w:r>
      <w:hyperlink r:id="rId8" w:history="1">
        <w:r w:rsidR="001F4A3A" w:rsidRPr="0081161D">
          <w:rPr>
            <w:rStyle w:val="Hyperlink"/>
          </w:rPr>
          <w:t>http://localhost:59632/p1.php</w:t>
        </w:r>
      </w:hyperlink>
      <w:r>
        <w:t xml:space="preserve"> . Este posibil să transmiteți către pagină ce valori doriți folosind o adresă de forma: </w:t>
      </w:r>
      <w:hyperlink r:id="rId9" w:history="1">
        <w:r w:rsidR="001F4A3A" w:rsidRPr="0081161D">
          <w:rPr>
            <w:rStyle w:val="Hyperlink"/>
          </w:rPr>
          <w:t>http://localhost:59632/p1.php?nr1=4&amp;nr2=6</w:t>
        </w:r>
      </w:hyperlink>
      <w:r>
        <w:t xml:space="preserve"> . Șirul de caractere </w:t>
      </w:r>
      <w:r w:rsidRPr="00886BCE">
        <w:rPr>
          <w:i/>
        </w:rPr>
        <w:t>„?nr1=4&amp;nr2=6”</w:t>
      </w:r>
      <w:r>
        <w:t xml:space="preserve"> care apare în adresă </w:t>
      </w:r>
      <w:r w:rsidR="006D3029">
        <w:t xml:space="preserve">se numește </w:t>
      </w:r>
      <w:r w:rsidR="006D3029" w:rsidRPr="006D3029">
        <w:rPr>
          <w:i/>
        </w:rPr>
        <w:t>ș</w:t>
      </w:r>
      <w:r w:rsidR="00783553">
        <w:rPr>
          <w:i/>
        </w:rPr>
        <w:t>ir de interogare HTTP</w:t>
      </w:r>
      <w:r w:rsidR="006D3029">
        <w:t xml:space="preserve"> (</w:t>
      </w:r>
      <w:r w:rsidR="006D3029" w:rsidRPr="006D3029">
        <w:rPr>
          <w:i/>
        </w:rPr>
        <w:t>HT</w:t>
      </w:r>
      <w:r w:rsidR="00783553">
        <w:rPr>
          <w:i/>
        </w:rPr>
        <w:t>TP</w:t>
      </w:r>
      <w:r w:rsidR="006D3029" w:rsidRPr="006D3029">
        <w:rPr>
          <w:i/>
        </w:rPr>
        <w:t xml:space="preserve"> Query String</w:t>
      </w:r>
      <w:r w:rsidR="006D3029">
        <w:t>) și poate conține numele unor variabile care se transmit către pagină și valorile acestora.</w:t>
      </w:r>
      <w:r w:rsidR="00745617">
        <w:t xml:space="preserve"> În cazul de mai sus se transmit două variabile: </w:t>
      </w:r>
      <w:r w:rsidR="00745617" w:rsidRPr="00745617">
        <w:rPr>
          <w:i/>
        </w:rPr>
        <w:t>nr1</w:t>
      </w:r>
      <w:r w:rsidR="00745617">
        <w:t xml:space="preserve"> având valoarea 4 și </w:t>
      </w:r>
      <w:r w:rsidR="00745617" w:rsidRPr="00745617">
        <w:rPr>
          <w:i/>
        </w:rPr>
        <w:t>nr2</w:t>
      </w:r>
      <w:r w:rsidR="00745617">
        <w:t xml:space="preserve"> având valoarea 6. </w:t>
      </w:r>
      <w:r w:rsidR="00AA41AD">
        <w:t xml:space="preserve">Pentru a realiza suma celor două valori transmise se modifică codul </w:t>
      </w:r>
      <w:r w:rsidR="0057735E">
        <w:t xml:space="preserve">din pagina </w:t>
      </w:r>
      <w:r w:rsidR="0057735E" w:rsidRPr="0057735E">
        <w:rPr>
          <w:i/>
        </w:rPr>
        <w:t>p1.php</w:t>
      </w:r>
      <w:r w:rsidR="00AA41AD">
        <w:t xml:space="preserve"> astfel:</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!DOCTYPE</w:t>
      </w:r>
      <w:r w:rsidRPr="00AA41AD">
        <w:rPr>
          <w:rFonts w:ascii="Consolas" w:eastAsia="Times New Roman" w:hAnsi="Consolas" w:cs="Consolas"/>
          <w:color w:val="CF4820"/>
          <w:sz w:val="16"/>
          <w:szCs w:val="16"/>
        </w:rPr>
        <w:t>html</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html</w:t>
      </w:r>
      <w:r w:rsidRPr="00AA41AD">
        <w:rPr>
          <w:rFonts w:ascii="Consolas" w:eastAsia="Times New Roman" w:hAnsi="Consolas" w:cs="Consolas"/>
          <w:color w:val="CF4820"/>
          <w:sz w:val="16"/>
          <w:szCs w:val="16"/>
        </w:rPr>
        <w:t>lang</w:t>
      </w:r>
      <w:r w:rsidRPr="00AA41AD">
        <w:rPr>
          <w:rFonts w:ascii="Consolas" w:eastAsia="Times New Roman" w:hAnsi="Consolas" w:cs="Consolas"/>
          <w:color w:val="4F76AC"/>
          <w:sz w:val="16"/>
          <w:szCs w:val="16"/>
        </w:rPr>
        <w:t>="ro"&gt;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head</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meta</w:t>
      </w:r>
      <w:r w:rsidRPr="00AA41AD">
        <w:rPr>
          <w:rFonts w:ascii="Consolas" w:eastAsia="Times New Roman" w:hAnsi="Consolas" w:cs="Consolas"/>
          <w:color w:val="CF4820"/>
          <w:sz w:val="16"/>
          <w:szCs w:val="16"/>
        </w:rPr>
        <w:t>charset</w:t>
      </w:r>
      <w:r w:rsidRPr="00AA41AD">
        <w:rPr>
          <w:rFonts w:ascii="Consolas" w:eastAsia="Times New Roman" w:hAnsi="Consolas" w:cs="Consolas"/>
          <w:color w:val="4F76AC"/>
          <w:sz w:val="16"/>
          <w:szCs w:val="16"/>
        </w:rPr>
        <w:t>="utf-8"/&gt;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title</w:t>
      </w:r>
      <w:r w:rsidRPr="00AA41AD">
        <w:rPr>
          <w:rFonts w:ascii="Consolas" w:eastAsia="Times New Roman" w:hAnsi="Consolas" w:cs="Consolas"/>
          <w:color w:val="4F76AC"/>
          <w:sz w:val="16"/>
          <w:szCs w:val="16"/>
        </w:rPr>
        <w:t>&gt;&lt;/</w:t>
      </w:r>
      <w:r w:rsidRPr="00AA41AD">
        <w:rPr>
          <w:rFonts w:ascii="Consolas" w:eastAsia="Times New Roman" w:hAnsi="Consolas" w:cs="Consolas"/>
          <w:color w:val="823125"/>
          <w:sz w:val="16"/>
          <w:szCs w:val="16"/>
        </w:rPr>
        <w:t>title</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head</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body</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222222"/>
          <w:sz w:val="16"/>
          <w:szCs w:val="16"/>
          <w:shd w:val="clear" w:color="auto" w:fill="D7BF49"/>
        </w:rPr>
        <w:t>&lt;?php</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9B5F9B"/>
          <w:sz w:val="16"/>
          <w:szCs w:val="16"/>
        </w:rPr>
        <w:t>$nr1</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$_GET</w:t>
      </w:r>
      <w:r w:rsidRPr="00AA41AD">
        <w:rPr>
          <w:rFonts w:ascii="Consolas" w:eastAsia="Times New Roman" w:hAnsi="Consolas" w:cs="Consolas"/>
          <w:color w:val="1E7C70"/>
          <w:sz w:val="16"/>
          <w:szCs w:val="16"/>
        </w:rPr>
        <w:t>[</w:t>
      </w:r>
      <w:r w:rsidRPr="00AA41AD">
        <w:rPr>
          <w:rFonts w:ascii="Consolas" w:eastAsia="Times New Roman" w:hAnsi="Consolas" w:cs="Consolas"/>
          <w:color w:val="823125"/>
          <w:sz w:val="16"/>
          <w:szCs w:val="16"/>
        </w:rPr>
        <w:t>"nr1"</w:t>
      </w:r>
      <w:r w:rsidRPr="00AA41AD">
        <w:rPr>
          <w:rFonts w:ascii="Consolas" w:eastAsia="Times New Roman" w:hAnsi="Consolas" w:cs="Consolas"/>
          <w:color w:val="1E7C70"/>
          <w:sz w:val="16"/>
          <w:szCs w:val="16"/>
        </w:rPr>
        <w: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9B5F9B"/>
          <w:sz w:val="16"/>
          <w:szCs w:val="16"/>
        </w:rPr>
        <w:t>$nr2</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$_GET</w:t>
      </w:r>
      <w:r w:rsidRPr="00AA41AD">
        <w:rPr>
          <w:rFonts w:ascii="Consolas" w:eastAsia="Times New Roman" w:hAnsi="Consolas" w:cs="Consolas"/>
          <w:color w:val="1E7C70"/>
          <w:sz w:val="16"/>
          <w:szCs w:val="16"/>
        </w:rPr>
        <w:t>[</w:t>
      </w:r>
      <w:r w:rsidRPr="00AA41AD">
        <w:rPr>
          <w:rFonts w:ascii="Consolas" w:eastAsia="Times New Roman" w:hAnsi="Consolas" w:cs="Consolas"/>
          <w:color w:val="823125"/>
          <w:sz w:val="16"/>
          <w:szCs w:val="16"/>
        </w:rPr>
        <w:t>"nr2"</w:t>
      </w:r>
      <w:r w:rsidRPr="00AA41AD">
        <w:rPr>
          <w:rFonts w:ascii="Consolas" w:eastAsia="Times New Roman" w:hAnsi="Consolas" w:cs="Consolas"/>
          <w:color w:val="1E7C70"/>
          <w:sz w:val="16"/>
          <w:szCs w:val="16"/>
        </w:rPr>
        <w: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echo</w:t>
      </w:r>
      <w:r w:rsidRPr="00AA41AD">
        <w:rPr>
          <w:rFonts w:ascii="Consolas" w:eastAsia="Times New Roman" w:hAnsi="Consolas" w:cs="Consolas"/>
          <w:color w:val="823125"/>
          <w:sz w:val="16"/>
          <w:szCs w:val="16"/>
        </w:rPr>
        <w:t>"&lt;p&gt;nr1 este : "</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$nr1</w:t>
      </w:r>
      <w:r w:rsidRPr="00AA41AD">
        <w:rPr>
          <w:rFonts w:ascii="Consolas" w:eastAsia="Times New Roman" w:hAnsi="Consolas" w:cs="Consolas"/>
          <w:color w:val="1E7C70"/>
          <w:sz w:val="16"/>
          <w:szCs w:val="16"/>
        </w:rPr>
        <w:t>.</w:t>
      </w:r>
      <w:r w:rsidRPr="00AA41AD">
        <w:rPr>
          <w:rFonts w:ascii="Consolas" w:eastAsia="Times New Roman" w:hAnsi="Consolas" w:cs="Consolas"/>
          <w:color w:val="823125"/>
          <w:sz w:val="16"/>
          <w:szCs w:val="16"/>
        </w:rPr>
        <w:t>"&lt;/p&gt;"</w:t>
      </w:r>
      <w:r w:rsidRPr="00AA41AD">
        <w:rPr>
          <w:rFonts w:ascii="Consolas" w:eastAsia="Times New Roman" w:hAnsi="Consolas" w:cs="Consolas"/>
          <w:color w:val="1E7C70"/>
          <w:sz w:val="16"/>
          <w:szCs w:val="16"/>
        </w:rPr>
        <w: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echo</w:t>
      </w:r>
      <w:r w:rsidRPr="00AA41AD">
        <w:rPr>
          <w:rFonts w:ascii="Consolas" w:eastAsia="Times New Roman" w:hAnsi="Consolas" w:cs="Consolas"/>
          <w:color w:val="823125"/>
          <w:sz w:val="16"/>
          <w:szCs w:val="16"/>
        </w:rPr>
        <w:t>"&lt;p&gt;nr2 este : "</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$nr2</w:t>
      </w:r>
      <w:r w:rsidRPr="00AA41AD">
        <w:rPr>
          <w:rFonts w:ascii="Consolas" w:eastAsia="Times New Roman" w:hAnsi="Consolas" w:cs="Consolas"/>
          <w:color w:val="1E7C70"/>
          <w:sz w:val="16"/>
          <w:szCs w:val="16"/>
        </w:rPr>
        <w:t>.</w:t>
      </w:r>
      <w:r w:rsidRPr="00AA41AD">
        <w:rPr>
          <w:rFonts w:ascii="Consolas" w:eastAsia="Times New Roman" w:hAnsi="Consolas" w:cs="Consolas"/>
          <w:color w:val="823125"/>
          <w:sz w:val="16"/>
          <w:szCs w:val="16"/>
        </w:rPr>
        <w:t>"&lt;/p&gt;"</w:t>
      </w:r>
      <w:r w:rsidRPr="00AA41AD">
        <w:rPr>
          <w:rFonts w:ascii="Consolas" w:eastAsia="Times New Roman" w:hAnsi="Consolas" w:cs="Consolas"/>
          <w:color w:val="1E7C70"/>
          <w:sz w:val="16"/>
          <w:szCs w:val="16"/>
        </w:rPr>
        <w: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echo</w:t>
      </w:r>
      <w:r w:rsidRPr="00AA41AD">
        <w:rPr>
          <w:rFonts w:ascii="Consolas" w:eastAsia="Times New Roman" w:hAnsi="Consolas" w:cs="Consolas"/>
          <w:color w:val="823125"/>
          <w:sz w:val="16"/>
          <w:szCs w:val="16"/>
        </w:rPr>
        <w:t>"&lt;p&gt;Suma este : "</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$nr1</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$nr2</w:t>
      </w:r>
      <w:r w:rsidRPr="00AA41AD">
        <w:rPr>
          <w:rFonts w:ascii="Consolas" w:eastAsia="Times New Roman" w:hAnsi="Consolas" w:cs="Consolas"/>
          <w:color w:val="1E7C70"/>
          <w:sz w:val="16"/>
          <w:szCs w:val="16"/>
        </w:rPr>
        <w:t>).</w:t>
      </w:r>
      <w:r w:rsidRPr="00AA41AD">
        <w:rPr>
          <w:rFonts w:ascii="Consolas" w:eastAsia="Times New Roman" w:hAnsi="Consolas" w:cs="Consolas"/>
          <w:color w:val="823125"/>
          <w:sz w:val="16"/>
          <w:szCs w:val="16"/>
        </w:rPr>
        <w:t>"&lt;/p&gt;"</w:t>
      </w:r>
      <w:r w:rsidRPr="00AA41AD">
        <w:rPr>
          <w:rFonts w:ascii="Consolas" w:eastAsia="Times New Roman" w:hAnsi="Consolas" w:cs="Consolas"/>
          <w:color w:val="1E7C70"/>
          <w:sz w:val="16"/>
          <w:szCs w:val="16"/>
        </w:rPr>
        <w: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222222"/>
          <w:sz w:val="16"/>
          <w:szCs w:val="16"/>
          <w:shd w:val="clear" w:color="auto" w:fill="D7BF49"/>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body</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html</w:t>
      </w:r>
      <w:r w:rsidRPr="00AA41AD">
        <w:rPr>
          <w:rFonts w:ascii="Consolas" w:eastAsia="Times New Roman" w:hAnsi="Consolas" w:cs="Consolas"/>
          <w:color w:val="4F76AC"/>
          <w:sz w:val="16"/>
          <w:szCs w:val="16"/>
        </w:rPr>
        <w:t>&gt;</w:t>
      </w:r>
    </w:p>
    <w:p w:rsidR="005C56AC" w:rsidRDefault="000A10AE" w:rsidP="00AA41AD">
      <w:pPr>
        <w:pStyle w:val="ListParagraph"/>
        <w:numPr>
          <w:ilvl w:val="0"/>
          <w:numId w:val="35"/>
        </w:numPr>
      </w:pPr>
      <w:r>
        <w:t>Se ob</w:t>
      </w:r>
      <w:r w:rsidR="00886BCE">
        <w:t>servă că variabilele di</w:t>
      </w:r>
      <w:r>
        <w:t>ntr</w:t>
      </w:r>
      <w:r>
        <w:noBreakHyphen/>
        <w:t xml:space="preserve">un șir de interogare HTTP sunt disponibile în pagină ca elemente ale unui vector numit </w:t>
      </w:r>
      <w:r w:rsidRPr="00886BCE">
        <w:rPr>
          <w:i/>
        </w:rPr>
        <w:t>$_GET[]</w:t>
      </w:r>
      <w:r>
        <w:t xml:space="preserve"> având ca indici numele variabilelor transmise.</w:t>
      </w:r>
    </w:p>
    <w:p w:rsidR="00973DC0" w:rsidRDefault="00783553" w:rsidP="00AA41AD">
      <w:pPr>
        <w:pStyle w:val="ListParagraph"/>
        <w:numPr>
          <w:ilvl w:val="0"/>
          <w:numId w:val="35"/>
        </w:numPr>
      </w:pPr>
      <w:r>
        <w:t xml:space="preserve">Modificați codul din pagina </w:t>
      </w:r>
      <w:r w:rsidR="001F4A3A">
        <w:rPr>
          <w:i/>
        </w:rPr>
        <w:t>p1</w:t>
      </w:r>
      <w:r w:rsidRPr="00783553">
        <w:rPr>
          <w:i/>
        </w:rPr>
        <w:t>.php</w:t>
      </w:r>
      <w:r>
        <w:t xml:space="preserve"> astfel încât să afișeze cel mai mare divizor comun al două numere transmise folosind un șir de interogare HTTP.</w:t>
      </w:r>
    </w:p>
    <w:p w:rsidR="005C56AC" w:rsidRDefault="004D25B0" w:rsidP="004D25B0">
      <w:pPr>
        <w:pStyle w:val="Heading2"/>
      </w:pPr>
      <w:r>
        <w:t>Transmiterea datelor folosind formulare</w:t>
      </w:r>
      <w:r w:rsidR="001B78BB">
        <w:t xml:space="preserve"> (GET și POST)</w:t>
      </w:r>
    </w:p>
    <w:p w:rsidR="00532600" w:rsidRPr="00532600" w:rsidRDefault="004D25B0" w:rsidP="00532600">
      <w:pPr>
        <w:pStyle w:val="ListParagraph"/>
        <w:numPr>
          <w:ilvl w:val="0"/>
          <w:numId w:val="35"/>
        </w:numPr>
      </w:pPr>
      <w:r>
        <w:t xml:space="preserve">Realizați o pagină numită </w:t>
      </w:r>
      <w:r w:rsidRPr="004D25B0">
        <w:rPr>
          <w:i/>
        </w:rPr>
        <w:t>index.html</w:t>
      </w:r>
      <w:r>
        <w:t xml:space="preserve"> care să conțină un formular cu două câmpuri de tip text </w:t>
      </w:r>
      <w:r w:rsidR="00277977">
        <w:t xml:space="preserve">în care utilizatorul să poată introduce două numere și un buton numit </w:t>
      </w:r>
      <w:r w:rsidR="00277977" w:rsidRPr="00B03A7A">
        <w:rPr>
          <w:i/>
        </w:rPr>
        <w:t>„</w:t>
      </w:r>
      <w:r w:rsidR="00277977">
        <w:rPr>
          <w:i/>
        </w:rPr>
        <w:t>C</w:t>
      </w:r>
      <w:r w:rsidR="00277977" w:rsidRPr="00B03A7A">
        <w:rPr>
          <w:i/>
        </w:rPr>
        <w:t>alculează c.m.m.d.c”</w:t>
      </w:r>
      <w:r w:rsidR="00277977">
        <w:t xml:space="preserve">. </w:t>
      </w:r>
      <w:r w:rsidR="00277977" w:rsidRPr="00277977">
        <w:rPr>
          <w:i/>
        </w:rPr>
        <w:t xml:space="preserve">(pentru a vedea cum se realizeaza formularele si ce pot contine gasiti informații la adresa </w:t>
      </w:r>
    </w:p>
    <w:p w:rsidR="000A10AE" w:rsidRDefault="008F5F40" w:rsidP="00532600">
      <w:hyperlink r:id="rId10" w:history="1">
        <w:r w:rsidR="00277977" w:rsidRPr="00532600">
          <w:rPr>
            <w:rStyle w:val="Hyperlink"/>
            <w:i/>
          </w:rPr>
          <w:t>http://www.w3schools.com/html/html_forms.asp</w:t>
        </w:r>
      </w:hyperlink>
      <w:r w:rsidR="00277977" w:rsidRPr="00532600">
        <w:rPr>
          <w:i/>
        </w:rPr>
        <w:t xml:space="preserve"> ).</w:t>
      </w:r>
      <w:r w:rsidR="00277977">
        <w:t xml:space="preserve"> </w:t>
      </w:r>
      <w:r w:rsidR="004D25B0">
        <w:t xml:space="preserve">Vrem ca la apăsarea butonului datele introduse să fie trimise </w:t>
      </w:r>
      <w:r w:rsidR="00265480">
        <w:t xml:space="preserve">folosind metoda GET </w:t>
      </w:r>
      <w:r w:rsidR="004D25B0">
        <w:t xml:space="preserve">către pagina </w:t>
      </w:r>
      <w:r w:rsidR="004D25B0" w:rsidRPr="00532600">
        <w:rPr>
          <w:i/>
        </w:rPr>
        <w:t>p1.php</w:t>
      </w:r>
      <w:r w:rsidR="004D25B0">
        <w:t xml:space="preserve"> care să afișeze rezultatul.</w:t>
      </w:r>
      <w:r w:rsidR="00C82B0A">
        <w:t xml:space="preserve"> O posibilă soluție ar fi:</w:t>
      </w:r>
    </w:p>
    <w:p w:rsidR="0048083F" w:rsidRPr="0048083F" w:rsidRDefault="0048083F" w:rsidP="0048083F">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form</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action</w:t>
      </w:r>
      <w:r w:rsidRPr="0048083F">
        <w:rPr>
          <w:rFonts w:ascii="Consolas" w:eastAsia="Times New Roman" w:hAnsi="Consolas" w:cs="Consolas"/>
          <w:color w:val="4F76AC"/>
          <w:sz w:val="16"/>
          <w:szCs w:val="16"/>
        </w:rPr>
        <w:t>="p1.php"</w:t>
      </w:r>
      <w:r w:rsidRPr="0048083F">
        <w:rPr>
          <w:rFonts w:ascii="Consolas" w:eastAsia="Times New Roman" w:hAnsi="Consolas" w:cs="Consolas"/>
          <w:color w:val="CF4820"/>
          <w:sz w:val="16"/>
          <w:szCs w:val="16"/>
        </w:rPr>
        <w:t>method</w:t>
      </w:r>
      <w:r w:rsidRPr="0048083F">
        <w:rPr>
          <w:rFonts w:ascii="Consolas" w:eastAsia="Times New Roman" w:hAnsi="Consolas" w:cs="Consolas"/>
          <w:color w:val="4F76AC"/>
          <w:sz w:val="16"/>
          <w:szCs w:val="16"/>
        </w:rPr>
        <w:t>="get"&gt;</w:t>
      </w:r>
    </w:p>
    <w:p w:rsidR="0048083F" w:rsidRPr="0048083F" w:rsidRDefault="0048083F" w:rsidP="0048083F">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8083F">
        <w:rPr>
          <w:rFonts w:ascii="Consolas" w:eastAsia="Times New Roman" w:hAnsi="Consolas" w:cs="Consolas"/>
          <w:color w:val="000000"/>
          <w:sz w:val="16"/>
          <w:szCs w:val="16"/>
        </w:rPr>
        <w:tab/>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label</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for</w:t>
      </w:r>
      <w:r w:rsidRPr="0048083F">
        <w:rPr>
          <w:rFonts w:ascii="Consolas" w:eastAsia="Times New Roman" w:hAnsi="Consolas" w:cs="Consolas"/>
          <w:color w:val="4F76AC"/>
          <w:sz w:val="16"/>
          <w:szCs w:val="16"/>
        </w:rPr>
        <w:t>="nr1"&gt;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000000"/>
          <w:sz w:val="16"/>
          <w:szCs w:val="16"/>
        </w:rPr>
        <w:t xml:space="preserve">Numărul 1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label</w:t>
      </w:r>
      <w:r w:rsidRPr="0048083F">
        <w:rPr>
          <w:rFonts w:ascii="Consolas" w:eastAsia="Times New Roman" w:hAnsi="Consolas" w:cs="Consolas"/>
          <w:color w:val="4F76AC"/>
          <w:sz w:val="16"/>
          <w:szCs w:val="16"/>
        </w:rPr>
        <w:t>&gt;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input</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type</w:t>
      </w:r>
      <w:r w:rsidRPr="0048083F">
        <w:rPr>
          <w:rFonts w:ascii="Consolas" w:eastAsia="Times New Roman" w:hAnsi="Consolas" w:cs="Consolas"/>
          <w:color w:val="4F76AC"/>
          <w:sz w:val="16"/>
          <w:szCs w:val="16"/>
        </w:rPr>
        <w:t>="text"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CF4820"/>
          <w:sz w:val="16"/>
          <w:szCs w:val="16"/>
        </w:rPr>
        <w:t>name</w:t>
      </w:r>
      <w:r w:rsidRPr="0048083F">
        <w:rPr>
          <w:rFonts w:ascii="Consolas" w:eastAsia="Times New Roman" w:hAnsi="Consolas" w:cs="Consolas"/>
          <w:color w:val="4F76AC"/>
          <w:sz w:val="16"/>
          <w:szCs w:val="16"/>
        </w:rPr>
        <w:t>="nr1"</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CF4820"/>
          <w:sz w:val="16"/>
          <w:szCs w:val="16"/>
        </w:rPr>
        <w:t>id</w:t>
      </w:r>
      <w:r w:rsidRPr="0048083F">
        <w:rPr>
          <w:rFonts w:ascii="Consolas" w:eastAsia="Times New Roman" w:hAnsi="Consolas" w:cs="Consolas"/>
          <w:color w:val="4F76AC"/>
          <w:sz w:val="16"/>
          <w:szCs w:val="16"/>
        </w:rPr>
        <w:t>="nr1"&gt;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br</w:t>
      </w:r>
      <w:r w:rsidRPr="0048083F">
        <w:rPr>
          <w:rFonts w:ascii="Consolas" w:eastAsia="Times New Roman" w:hAnsi="Consolas" w:cs="Consolas"/>
          <w:color w:val="4F76AC"/>
          <w:sz w:val="16"/>
          <w:szCs w:val="16"/>
        </w:rPr>
        <w:t>/&gt;</w:t>
      </w:r>
    </w:p>
    <w:p w:rsidR="0048083F" w:rsidRPr="0048083F" w:rsidRDefault="0048083F" w:rsidP="0048083F">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8083F">
        <w:rPr>
          <w:rFonts w:ascii="Consolas" w:eastAsia="Times New Roman" w:hAnsi="Consolas" w:cs="Consolas"/>
          <w:color w:val="000000"/>
          <w:sz w:val="16"/>
          <w:szCs w:val="16"/>
        </w:rPr>
        <w:tab/>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label</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for</w:t>
      </w:r>
      <w:r w:rsidRPr="0048083F">
        <w:rPr>
          <w:rFonts w:ascii="Consolas" w:eastAsia="Times New Roman" w:hAnsi="Consolas" w:cs="Consolas"/>
          <w:color w:val="4F76AC"/>
          <w:sz w:val="16"/>
          <w:szCs w:val="16"/>
        </w:rPr>
        <w:t>="nr2"&gt;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000000"/>
          <w:sz w:val="16"/>
          <w:szCs w:val="16"/>
        </w:rPr>
        <w:t xml:space="preserve">Numărul 2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label</w:t>
      </w:r>
      <w:r w:rsidRPr="0048083F">
        <w:rPr>
          <w:rFonts w:ascii="Consolas" w:eastAsia="Times New Roman" w:hAnsi="Consolas" w:cs="Consolas"/>
          <w:color w:val="4F76AC"/>
          <w:sz w:val="16"/>
          <w:szCs w:val="16"/>
        </w:rPr>
        <w:t>&gt;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input</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type</w:t>
      </w:r>
      <w:r w:rsidRPr="0048083F">
        <w:rPr>
          <w:rFonts w:ascii="Consolas" w:eastAsia="Times New Roman" w:hAnsi="Consolas" w:cs="Consolas"/>
          <w:color w:val="4F76AC"/>
          <w:sz w:val="16"/>
          <w:szCs w:val="16"/>
        </w:rPr>
        <w:t>="text"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CF4820"/>
          <w:sz w:val="16"/>
          <w:szCs w:val="16"/>
        </w:rPr>
        <w:t>name</w:t>
      </w:r>
      <w:r w:rsidRPr="0048083F">
        <w:rPr>
          <w:rFonts w:ascii="Consolas" w:eastAsia="Times New Roman" w:hAnsi="Consolas" w:cs="Consolas"/>
          <w:color w:val="4F76AC"/>
          <w:sz w:val="16"/>
          <w:szCs w:val="16"/>
        </w:rPr>
        <w:t>="nr2"</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CF4820"/>
          <w:sz w:val="16"/>
          <w:szCs w:val="16"/>
        </w:rPr>
        <w:t>id</w:t>
      </w:r>
      <w:r w:rsidRPr="0048083F">
        <w:rPr>
          <w:rFonts w:ascii="Consolas" w:eastAsia="Times New Roman" w:hAnsi="Consolas" w:cs="Consolas"/>
          <w:color w:val="4F76AC"/>
          <w:sz w:val="16"/>
          <w:szCs w:val="16"/>
        </w:rPr>
        <w:t>="nr2"&gt;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br</w:t>
      </w:r>
      <w:r w:rsidRPr="0048083F">
        <w:rPr>
          <w:rFonts w:ascii="Consolas" w:eastAsia="Times New Roman" w:hAnsi="Consolas" w:cs="Consolas"/>
          <w:color w:val="4F76AC"/>
          <w:sz w:val="16"/>
          <w:szCs w:val="16"/>
        </w:rPr>
        <w:t>/&gt;</w:t>
      </w:r>
    </w:p>
    <w:p w:rsidR="0048083F" w:rsidRPr="0048083F" w:rsidRDefault="0048083F" w:rsidP="0048083F">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8083F">
        <w:rPr>
          <w:rFonts w:ascii="Consolas" w:eastAsia="Times New Roman" w:hAnsi="Consolas" w:cs="Consolas"/>
          <w:color w:val="000000"/>
          <w:sz w:val="16"/>
          <w:szCs w:val="16"/>
        </w:rPr>
        <w:tab/>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input</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type</w:t>
      </w:r>
      <w:r w:rsidRPr="0048083F">
        <w:rPr>
          <w:rFonts w:ascii="Consolas" w:eastAsia="Times New Roman" w:hAnsi="Consolas" w:cs="Consolas"/>
          <w:color w:val="4F76AC"/>
          <w:sz w:val="16"/>
          <w:szCs w:val="16"/>
        </w:rPr>
        <w:t>="submit"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CF4820"/>
          <w:sz w:val="16"/>
          <w:szCs w:val="16"/>
        </w:rPr>
        <w:t>value</w:t>
      </w:r>
      <w:r w:rsidRPr="0048083F">
        <w:rPr>
          <w:rFonts w:ascii="Consolas" w:eastAsia="Times New Roman" w:hAnsi="Consolas" w:cs="Consolas"/>
          <w:color w:val="4F76AC"/>
          <w:sz w:val="16"/>
          <w:szCs w:val="16"/>
        </w:rPr>
        <w:t>="Calculează c.m.m.d.c."&gt;</w:t>
      </w:r>
    </w:p>
    <w:p w:rsidR="0048083F" w:rsidRPr="0048083F" w:rsidRDefault="0048083F" w:rsidP="0048083F">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form</w:t>
      </w:r>
      <w:r w:rsidRPr="0048083F">
        <w:rPr>
          <w:rFonts w:ascii="Consolas" w:eastAsia="Times New Roman" w:hAnsi="Consolas" w:cs="Consolas"/>
          <w:color w:val="4F76AC"/>
          <w:sz w:val="16"/>
          <w:szCs w:val="16"/>
        </w:rPr>
        <w:t>&gt;</w:t>
      </w:r>
    </w:p>
    <w:p w:rsidR="00C82B0A" w:rsidRDefault="00265480" w:rsidP="00AA41AD">
      <w:pPr>
        <w:pStyle w:val="ListParagraph"/>
        <w:numPr>
          <w:ilvl w:val="0"/>
          <w:numId w:val="35"/>
        </w:numPr>
      </w:pPr>
      <w:r>
        <w:lastRenderedPageBreak/>
        <w:t>Observați ce se întâmplă când se apasă pe buton și cum arată adresa paginii la care se ajunge. Ce se întâmplă dacă utilizatorul apasă pe buton fără să introducă numere, dacă introduce doar unul sau dacă introduce altceva decât numere (un text oarecare)?</w:t>
      </w:r>
    </w:p>
    <w:p w:rsidR="00265480" w:rsidRDefault="00265480" w:rsidP="00AA41AD">
      <w:pPr>
        <w:pStyle w:val="ListParagraph"/>
        <w:numPr>
          <w:ilvl w:val="0"/>
          <w:numId w:val="35"/>
        </w:numPr>
      </w:pPr>
      <w:r>
        <w:t xml:space="preserve">Modificați pagina p1.php astfel încât să afișeze mesajul </w:t>
      </w:r>
      <w:r w:rsidRPr="00265480">
        <w:rPr>
          <w:i/>
        </w:rPr>
        <w:t>„Nu s-au introdus două numere”</w:t>
      </w:r>
      <w:r>
        <w:t xml:space="preserve"> dacă din formul</w:t>
      </w:r>
      <w:r w:rsidR="00886BCE">
        <w:t>ar nu se transmit două numere sau</w:t>
      </w:r>
      <w:r>
        <w:t xml:space="preserve"> cel mai mare divizor comun al lor dacă se transmit. </w:t>
      </w:r>
      <w:r>
        <w:rPr>
          <w:i/>
        </w:rPr>
        <w:t>Indicație: folosiți funcția is_numeric() pentru a testa dacă variabilele $nr1 și $nr2 sunt numere.</w:t>
      </w:r>
    </w:p>
    <w:p w:rsidR="00265480" w:rsidRDefault="00B90D7B" w:rsidP="00AA41AD">
      <w:pPr>
        <w:pStyle w:val="ListParagraph"/>
        <w:numPr>
          <w:ilvl w:val="0"/>
          <w:numId w:val="35"/>
        </w:numPr>
      </w:pPr>
      <w:r>
        <w:t xml:space="preserve">Creați o nouă pagină numită </w:t>
      </w:r>
      <w:r w:rsidRPr="00B90D7B">
        <w:rPr>
          <w:i/>
        </w:rPr>
        <w:t>p2.php</w:t>
      </w:r>
      <w:r>
        <w:t xml:space="preserve"> care să conțină un formular cu un câmp text numit </w:t>
      </w:r>
      <w:r w:rsidRPr="00B90D7B">
        <w:rPr>
          <w:i/>
        </w:rPr>
        <w:t>„e-mail”</w:t>
      </w:r>
      <w:r>
        <w:t xml:space="preserve">, un câmp de tip </w:t>
      </w:r>
      <w:r w:rsidRPr="00886BCE">
        <w:rPr>
          <w:i/>
        </w:rPr>
        <w:t>password</w:t>
      </w:r>
      <w:r>
        <w:t xml:space="preserve"> numit </w:t>
      </w:r>
      <w:r w:rsidRPr="00B90D7B">
        <w:rPr>
          <w:i/>
        </w:rPr>
        <w:t>„parola”</w:t>
      </w:r>
      <w:r>
        <w:t xml:space="preserve"> și un buton numit </w:t>
      </w:r>
      <w:r w:rsidRPr="00B90D7B">
        <w:rPr>
          <w:i/>
        </w:rPr>
        <w:t>„Autentificare”</w:t>
      </w:r>
      <w:r>
        <w:t xml:space="preserve">. La apăsarea butonului datele introduse se vor trimite către pagina </w:t>
      </w:r>
      <w:r w:rsidRPr="00B90D7B">
        <w:rPr>
          <w:i/>
        </w:rPr>
        <w:t>p2.php</w:t>
      </w:r>
      <w:r>
        <w:t xml:space="preserve"> folosind metoda GET și aceasta va </w:t>
      </w:r>
      <w:r w:rsidR="00471FA9">
        <w:t>a</w:t>
      </w:r>
      <w:r>
        <w:t>fișa</w:t>
      </w:r>
      <w:r w:rsidR="00471FA9">
        <w:t xml:space="preserve"> </w:t>
      </w:r>
      <w:r w:rsidR="007A1CCF" w:rsidRPr="007A1CCF">
        <w:rPr>
          <w:u w:val="single"/>
        </w:rPr>
        <w:t>sub formular</w:t>
      </w:r>
      <w:r>
        <w:t xml:space="preserve"> mesajul </w:t>
      </w:r>
      <w:r w:rsidRPr="00B90D7B">
        <w:rPr>
          <w:i/>
        </w:rPr>
        <w:t>„Salutare”</w:t>
      </w:r>
      <w:r>
        <w:t xml:space="preserve"> dacă parola introdusă este </w:t>
      </w:r>
      <w:r w:rsidRPr="00B90D7B">
        <w:rPr>
          <w:i/>
        </w:rPr>
        <w:t>„xyz123”</w:t>
      </w:r>
      <w:r>
        <w:t xml:space="preserve"> sau mesajul </w:t>
      </w:r>
      <w:r w:rsidRPr="00B90D7B">
        <w:rPr>
          <w:i/>
        </w:rPr>
        <w:t>„Parolă greșită!”</w:t>
      </w:r>
      <w:r>
        <w:t xml:space="preserve"> altfel.</w:t>
      </w:r>
      <w:r w:rsidR="007A1CCF">
        <w:t xml:space="preserve"> Dacă utilizatorul nu a introdus nimic în câmpul </w:t>
      </w:r>
      <w:r w:rsidR="007A1CCF" w:rsidRPr="007A1CCF">
        <w:rPr>
          <w:i/>
        </w:rPr>
        <w:t>„parola”</w:t>
      </w:r>
      <w:r w:rsidR="007A1CCF">
        <w:t xml:space="preserve"> atunci nu se va afișa nimic.</w:t>
      </w:r>
    </w:p>
    <w:p w:rsidR="007A1CCF" w:rsidRDefault="007A1CCF" w:rsidP="00AA41AD">
      <w:pPr>
        <w:pStyle w:val="ListParagraph"/>
        <w:numPr>
          <w:ilvl w:val="0"/>
          <w:numId w:val="35"/>
        </w:numPr>
      </w:pPr>
      <w:r>
        <w:t>Încărcați pagina într</w:t>
      </w:r>
      <w:r>
        <w:noBreakHyphen/>
        <w:t>un browser și observați cum se modifică adresa acesteia când se completează formularul și se apasă pe buton.</w:t>
      </w:r>
    </w:p>
    <w:p w:rsidR="007A1CCF" w:rsidRDefault="007A1CCF" w:rsidP="00AA41AD">
      <w:pPr>
        <w:pStyle w:val="ListParagraph"/>
        <w:numPr>
          <w:ilvl w:val="0"/>
          <w:numId w:val="35"/>
        </w:numPr>
      </w:pPr>
      <w:r>
        <w:t>Se observă că parola introdusă, deși este ascunsă în formular, apare în c</w:t>
      </w:r>
      <w:r w:rsidR="00A63572">
        <w:t>lar în adresa paginii în moment</w:t>
      </w:r>
      <w:r>
        <w:t>ul transmiterii. Modificați formularul astfel încât să folosească metoda POST pentru a trimite datele</w:t>
      </w:r>
      <w:r w:rsidR="00892D6E">
        <w:t xml:space="preserve"> (modificați atributul </w:t>
      </w:r>
      <w:r w:rsidR="00892D6E" w:rsidRPr="005A0FEB">
        <w:rPr>
          <w:i/>
        </w:rPr>
        <w:t>method="post"</w:t>
      </w:r>
      <w:r w:rsidR="00892D6E">
        <w:t>)</w:t>
      </w:r>
      <w:r>
        <w:t>. Veți observa că în acest caz datele transmise nu se mai afișează în adresă.</w:t>
      </w:r>
    </w:p>
    <w:sectPr w:rsidR="007A1CCF" w:rsidSect="004F11FB">
      <w:headerReference w:type="default" r:id="rId11"/>
      <w:footerReference w:type="default" r:id="rId12"/>
      <w:pgSz w:w="11906" w:h="16838" w:code="9"/>
      <w:pgMar w:top="1134" w:right="1134" w:bottom="1134" w:left="1134" w:header="709" w:footer="709"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CD8" w:rsidRDefault="00457CD8" w:rsidP="004F11FB">
      <w:pPr>
        <w:spacing w:before="0" w:after="0"/>
      </w:pPr>
      <w:r>
        <w:separator/>
      </w:r>
    </w:p>
  </w:endnote>
  <w:endnote w:type="continuationSeparator" w:id="1">
    <w:p w:rsidR="00457CD8" w:rsidRDefault="00457CD8" w:rsidP="004F11F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onsolas">
    <w:panose1 w:val="020B0609020204030204"/>
    <w:charset w:val="00"/>
    <w:family w:val="modern"/>
    <w:pitch w:val="fixed"/>
    <w:sig w:usb0="E10002FF" w:usb1="4000F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6E" w:rsidRPr="007C0A95" w:rsidRDefault="008F5F40">
    <w:pPr>
      <w:pStyle w:val="Footer"/>
      <w:rPr>
        <w:i/>
        <w:color w:val="808080" w:themeColor="background1" w:themeShade="80"/>
      </w:rPr>
    </w:pPr>
    <w:r w:rsidRPr="008F5F40">
      <w:rPr>
        <w:i/>
        <w:noProof/>
        <w:color w:val="808080" w:themeColor="background1" w:themeShade="80"/>
      </w:rPr>
      <w:pict>
        <v:line id="Straight Connector 2" o:spid="_x0000_s4097" style="position:absolute;left:0;text-align:left;z-index:251661312;visibility:visible;mso-wrap-distance-top:-3e-5mm;mso-wrap-distance-bottom:-3e-5mm" from="2.3pt,-1.6pt" to="449.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" strokecolor="#7f7f7f" strokeweight=".5pt">
          <o:lock v:ext="edit" shapetype="f"/>
        </v:line>
      </w:pict>
    </w:r>
    <w:r w:rsidR="0054436E" w:rsidRPr="007C0A95">
      <w:rPr>
        <w:i/>
        <w:color w:val="808080" w:themeColor="background1" w:themeShade="80"/>
      </w:rPr>
      <w:tab/>
      <w:t xml:space="preserve">Pagina </w:t>
    </w:r>
    <w:r w:rsidRPr="007C0A95">
      <w:rPr>
        <w:i/>
        <w:color w:val="808080" w:themeColor="background1" w:themeShade="80"/>
      </w:rPr>
      <w:fldChar w:fldCharType="begin"/>
    </w:r>
    <w:r w:rsidR="0054436E" w:rsidRPr="007C0A95">
      <w:rPr>
        <w:i/>
        <w:color w:val="808080" w:themeColor="background1" w:themeShade="80"/>
      </w:rPr>
      <w:instrText xml:space="preserve"> PAGE   \* MERGEFORMAT </w:instrText>
    </w:r>
    <w:r w:rsidRPr="007C0A95">
      <w:rPr>
        <w:i/>
        <w:color w:val="808080" w:themeColor="background1" w:themeShade="80"/>
      </w:rPr>
      <w:fldChar w:fldCharType="separate"/>
    </w:r>
    <w:r w:rsidR="00D9404C">
      <w:rPr>
        <w:i/>
        <w:noProof/>
        <w:color w:val="808080" w:themeColor="background1" w:themeShade="80"/>
      </w:rPr>
      <w:t>1</w:t>
    </w:r>
    <w:r w:rsidRPr="007C0A95">
      <w:rPr>
        <w:i/>
        <w:noProof/>
        <w:color w:val="808080" w:themeColor="background1" w:themeShade="80"/>
      </w:rPr>
      <w:fldChar w:fldCharType="end"/>
    </w:r>
    <w:r w:rsidR="0054436E" w:rsidRPr="007C0A95">
      <w:rPr>
        <w:i/>
        <w:noProof/>
        <w:color w:val="808080" w:themeColor="background1" w:themeShade="80"/>
      </w:rPr>
      <w:t xml:space="preserve"> din </w:t>
    </w:r>
    <w:fldSimple w:instr=" NUMPAGES  \* Arabic  \* MERGEFORMAT ">
      <w:r w:rsidR="00D9404C" w:rsidRPr="00D9404C">
        <w:rPr>
          <w:i/>
          <w:noProof/>
          <w:color w:val="808080" w:themeColor="background1" w:themeShade="80"/>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CD8" w:rsidRDefault="00457CD8" w:rsidP="004F11FB">
      <w:pPr>
        <w:spacing w:before="0" w:after="0"/>
      </w:pPr>
      <w:r>
        <w:separator/>
      </w:r>
    </w:p>
  </w:footnote>
  <w:footnote w:type="continuationSeparator" w:id="1">
    <w:p w:rsidR="00457CD8" w:rsidRDefault="00457CD8" w:rsidP="004F11F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6E" w:rsidRPr="007C0A95" w:rsidRDefault="008F5F40" w:rsidP="00FD3506">
    <w:pPr>
      <w:pStyle w:val="Header"/>
      <w:jc w:val="center"/>
      <w:rPr>
        <w:i/>
        <w:color w:val="808080" w:themeColor="background1" w:themeShade="80"/>
      </w:rPr>
    </w:pPr>
    <w:r w:rsidRPr="008F5F40">
      <w:rPr>
        <w:i/>
        <w:noProof/>
        <w:color w:val="808080" w:themeColor="background1" w:themeShade="80"/>
      </w:rPr>
      <w:pict>
        <v:line id="Straight Connector 1" o:spid="_x0000_s4098" style="position:absolute;left:0;text-align:left;z-index:251659264;visibility:visible;mso-wrap-distance-top:-3e-5mm;mso-wrap-distance-bottom:-3e-5mm" from="4.05pt,13.2pt" to="451.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" strokecolor="#7f7f7f [1612]" strokeweight=".5pt">
          <o:lock v:ext="edit" shapetype="f"/>
        </v:line>
      </w:pict>
    </w:r>
    <w:r w:rsidR="0054436E" w:rsidRPr="007C0A95">
      <w:rPr>
        <w:i/>
        <w:color w:val="808080" w:themeColor="background1" w:themeShade="80"/>
      </w:rPr>
      <w:t>Fișe de lucru laborator, clasa a X</w:t>
    </w:r>
    <w:r w:rsidR="0054436E">
      <w:rPr>
        <w:i/>
        <w:color w:val="808080" w:themeColor="background1" w:themeShade="80"/>
      </w:rPr>
      <w:t>II</w:t>
    </w:r>
    <w:r w:rsidR="0054436E" w:rsidRPr="007C0A95">
      <w:rPr>
        <w:i/>
        <w:color w:val="808080" w:themeColor="background1" w:themeShade="80"/>
      </w:rPr>
      <w:t>-a, profil real, specializarea matematică-informatică, intensiv informatică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B333C"/>
    <w:multiLevelType w:val="hybridMultilevel"/>
    <w:tmpl w:val="B0C03B54"/>
    <w:lvl w:ilvl="0" w:tplc="5794562E">
      <w:numFmt w:val="bullet"/>
      <w:lvlText w:val="-"/>
      <w:lvlJc w:val="left"/>
      <w:pPr>
        <w:ind w:left="720" w:hanging="360"/>
      </w:pPr>
      <w:rPr>
        <w:rFonts w:ascii="Consolas" w:eastAsiaTheme="minorEastAsia" w:hAnsi="Consolas" w:cs="Consola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05B30F4"/>
    <w:multiLevelType w:val="hybridMultilevel"/>
    <w:tmpl w:val="5C8E2E9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E1D73ED"/>
    <w:multiLevelType w:val="hybridMultilevel"/>
    <w:tmpl w:val="46BE35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2386DC6"/>
    <w:multiLevelType w:val="hybridMultilevel"/>
    <w:tmpl w:val="201C33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B290C0C"/>
    <w:multiLevelType w:val="hybridMultilevel"/>
    <w:tmpl w:val="47F286BC"/>
    <w:lvl w:ilvl="0" w:tplc="A266ADA6">
      <w:start w:val="1"/>
      <w:numFmt w:val="bullet"/>
      <w:suff w:val="space"/>
      <w:lvlText w:val=""/>
      <w:lvlJc w:val="left"/>
      <w:pPr>
        <w:ind w:left="57" w:firstLine="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0167FB0"/>
    <w:multiLevelType w:val="hybridMultilevel"/>
    <w:tmpl w:val="C6203E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31F37B24"/>
    <w:multiLevelType w:val="hybridMultilevel"/>
    <w:tmpl w:val="F3A82A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3405BB2"/>
    <w:multiLevelType w:val="hybridMultilevel"/>
    <w:tmpl w:val="92E4BB10"/>
    <w:lvl w:ilvl="0" w:tplc="C756AF82">
      <w:start w:val="1"/>
      <w:numFmt w:val="decimal"/>
      <w:lvlText w:val="%1"/>
      <w:lvlJc w:val="center"/>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ED91F52"/>
    <w:multiLevelType w:val="hybridMultilevel"/>
    <w:tmpl w:val="944EF42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5372099A"/>
    <w:multiLevelType w:val="hybridMultilevel"/>
    <w:tmpl w:val="3A74E54A"/>
    <w:lvl w:ilvl="0" w:tplc="F11A096E">
      <w:start w:val="1"/>
      <w:numFmt w:val="decimal"/>
      <w:pStyle w:val="ListParagraph"/>
      <w:suff w:val="space"/>
      <w:lvlText w:val="%1."/>
      <w:lvlJc w:val="left"/>
      <w:pPr>
        <w:ind w:left="0" w:firstLine="0"/>
      </w:pPr>
      <w:rPr>
        <w:rFonts w:ascii="Calibri" w:hAnsi="Calibri" w:hint="default"/>
        <w:sz w:val="20"/>
        <w:szCs w:val="20"/>
      </w:rPr>
    </w:lvl>
    <w:lvl w:ilvl="1" w:tplc="06E2840C">
      <w:start w:val="1"/>
      <w:numFmt w:val="lowerLetter"/>
      <w:suff w:val="space"/>
      <w:lvlText w:val="%2."/>
      <w:lvlJc w:val="left"/>
      <w:pPr>
        <w:ind w:left="0" w:firstLine="284"/>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60207BFE"/>
    <w:multiLevelType w:val="hybridMultilevel"/>
    <w:tmpl w:val="DBB077C8"/>
    <w:lvl w:ilvl="0" w:tplc="583441A8">
      <w:start w:val="1"/>
      <w:numFmt w:val="decimal"/>
      <w:suff w:val="space"/>
      <w:lvlText w:val="%1."/>
      <w:lvlJc w:val="left"/>
      <w:pPr>
        <w:ind w:left="0" w:firstLine="0"/>
      </w:pPr>
      <w:rPr>
        <w:rFonts w:hint="default"/>
      </w:rPr>
    </w:lvl>
    <w:lvl w:ilvl="1" w:tplc="B4166690">
      <w:start w:val="1"/>
      <w:numFmt w:val="lowerLetter"/>
      <w:suff w:val="space"/>
      <w:lvlText w:val="%2)"/>
      <w:lvlJc w:val="left"/>
      <w:pPr>
        <w:ind w:left="284" w:firstLine="0"/>
      </w:pPr>
      <w:rPr>
        <w:rFonts w:ascii="Calibri" w:hAnsi="Calibri" w:hint="default"/>
        <w:sz w:val="20"/>
        <w:szCs w:val="20"/>
      </w:rPr>
    </w:lvl>
    <w:lvl w:ilvl="2" w:tplc="A224D116">
      <w:start w:val="1"/>
      <w:numFmt w:val="bullet"/>
      <w:suff w:val="space"/>
      <w:lvlText w:val="-"/>
      <w:lvlJc w:val="left"/>
      <w:pPr>
        <w:ind w:left="851" w:firstLine="0"/>
      </w:pPr>
      <w:rPr>
        <w:rFonts w:ascii="Courier New" w:hAnsi="Courier New"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48C1B0D"/>
    <w:multiLevelType w:val="hybridMultilevel"/>
    <w:tmpl w:val="EABE3FD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4F71E86"/>
    <w:multiLevelType w:val="hybridMultilevel"/>
    <w:tmpl w:val="7C902A60"/>
    <w:lvl w:ilvl="0" w:tplc="13CCC272">
      <w:start w:val="1"/>
      <w:numFmt w:val="decimal"/>
      <w:suff w:val="space"/>
      <w:lvlText w:val="%1."/>
      <w:lvlJc w:val="left"/>
      <w:pPr>
        <w:ind w:left="0" w:firstLine="0"/>
      </w:pPr>
      <w:rPr>
        <w:rFonts w:hint="default"/>
      </w:rPr>
    </w:lvl>
    <w:lvl w:ilvl="1" w:tplc="628C1F76">
      <w:start w:val="1"/>
      <w:numFmt w:val="lowerLetter"/>
      <w:suff w:val="space"/>
      <w:lvlText w:val="%2."/>
      <w:lvlJc w:val="left"/>
      <w:pPr>
        <w:ind w:left="284" w:firstLine="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6B882108"/>
    <w:multiLevelType w:val="hybridMultilevel"/>
    <w:tmpl w:val="3000D4DC"/>
    <w:lvl w:ilvl="0" w:tplc="4DAC3B1C">
      <w:start w:val="1"/>
      <w:numFmt w:val="decimal"/>
      <w:suff w:val="space"/>
      <w:lvlText w:val="%1."/>
      <w:lvlJc w:val="left"/>
      <w:pPr>
        <w:ind w:left="57"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6FD05E4F"/>
    <w:multiLevelType w:val="hybridMultilevel"/>
    <w:tmpl w:val="F1586460"/>
    <w:lvl w:ilvl="0" w:tplc="05FCDB62">
      <w:start w:val="1"/>
      <w:numFmt w:val="decimal"/>
      <w:suff w:val="space"/>
      <w:lvlText w:val="%1."/>
      <w:lvlJc w:val="left"/>
      <w:pPr>
        <w:ind w:left="0"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32469FF"/>
    <w:multiLevelType w:val="hybridMultilevel"/>
    <w:tmpl w:val="DBB077C8"/>
    <w:lvl w:ilvl="0" w:tplc="583441A8">
      <w:start w:val="1"/>
      <w:numFmt w:val="decimal"/>
      <w:suff w:val="space"/>
      <w:lvlText w:val="%1."/>
      <w:lvlJc w:val="left"/>
      <w:pPr>
        <w:ind w:left="0" w:firstLine="0"/>
      </w:pPr>
      <w:rPr>
        <w:rFonts w:hint="default"/>
      </w:rPr>
    </w:lvl>
    <w:lvl w:ilvl="1" w:tplc="B4166690">
      <w:start w:val="1"/>
      <w:numFmt w:val="lowerLetter"/>
      <w:suff w:val="space"/>
      <w:lvlText w:val="%2)"/>
      <w:lvlJc w:val="left"/>
      <w:pPr>
        <w:ind w:left="284" w:firstLine="0"/>
      </w:pPr>
      <w:rPr>
        <w:rFonts w:ascii="Calibri" w:hAnsi="Calibri" w:hint="default"/>
        <w:sz w:val="20"/>
        <w:szCs w:val="20"/>
      </w:rPr>
    </w:lvl>
    <w:lvl w:ilvl="2" w:tplc="A224D116">
      <w:start w:val="1"/>
      <w:numFmt w:val="bullet"/>
      <w:suff w:val="space"/>
      <w:lvlText w:val="-"/>
      <w:lvlJc w:val="left"/>
      <w:pPr>
        <w:ind w:left="851" w:firstLine="0"/>
      </w:pPr>
      <w:rPr>
        <w:rFonts w:ascii="Courier New" w:hAnsi="Courier New"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F482F55"/>
    <w:multiLevelType w:val="hybridMultilevel"/>
    <w:tmpl w:val="31001F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6"/>
  </w:num>
  <w:num w:numId="3">
    <w:abstractNumId w:val="14"/>
  </w:num>
  <w:num w:numId="4">
    <w:abstractNumId w:val="0"/>
  </w:num>
  <w:num w:numId="5">
    <w:abstractNumId w:val="9"/>
  </w:num>
  <w:num w:numId="6">
    <w:abstractNumId w:val="1"/>
  </w:num>
  <w:num w:numId="7">
    <w:abstractNumId w:val="5"/>
  </w:num>
  <w:num w:numId="8">
    <w:abstractNumId w:val="9"/>
  </w:num>
  <w:num w:numId="9">
    <w:abstractNumId w:val="11"/>
  </w:num>
  <w:num w:numId="10">
    <w:abstractNumId w:val="9"/>
  </w:num>
  <w:num w:numId="11">
    <w:abstractNumId w:val="3"/>
  </w:num>
  <w:num w:numId="12">
    <w:abstractNumId w:val="9"/>
  </w:num>
  <w:num w:numId="13">
    <w:abstractNumId w:val="9"/>
  </w:num>
  <w:num w:numId="14">
    <w:abstractNumId w:val="9"/>
  </w:num>
  <w:num w:numId="15">
    <w:abstractNumId w:val="9"/>
  </w:num>
  <w:num w:numId="16">
    <w:abstractNumId w:val="9"/>
  </w:num>
  <w:num w:numId="17">
    <w:abstractNumId w:val="8"/>
  </w:num>
  <w:num w:numId="18">
    <w:abstractNumId w:val="9"/>
  </w:num>
  <w:num w:numId="19">
    <w:abstractNumId w:val="16"/>
  </w:num>
  <w:num w:numId="20">
    <w:abstractNumId w:val="9"/>
  </w:num>
  <w:num w:numId="21">
    <w:abstractNumId w:val="4"/>
  </w:num>
  <w:num w:numId="22">
    <w:abstractNumId w:val="13"/>
  </w:num>
  <w:num w:numId="23">
    <w:abstractNumId w:val="9"/>
  </w:num>
  <w:num w:numId="24">
    <w:abstractNumId w:val="15"/>
  </w:num>
  <w:num w:numId="25">
    <w:abstractNumId w:val="9"/>
  </w:num>
  <w:num w:numId="26">
    <w:abstractNumId w:val="2"/>
  </w:num>
  <w:num w:numId="27">
    <w:abstractNumId w:val="9"/>
  </w:num>
  <w:num w:numId="28">
    <w:abstractNumId w:val="12"/>
  </w:num>
  <w:num w:numId="29">
    <w:abstractNumId w:val="9"/>
  </w:num>
  <w:num w:numId="30">
    <w:abstractNumId w:val="9"/>
  </w:num>
  <w:num w:numId="31">
    <w:abstractNumId w:val="9"/>
  </w:num>
  <w:num w:numId="32">
    <w:abstractNumId w:val="9"/>
  </w:num>
  <w:num w:numId="33">
    <w:abstractNumId w:val="9"/>
  </w:num>
  <w:num w:numId="34">
    <w:abstractNumId w:val="9"/>
  </w:num>
  <w:num w:numId="35">
    <w:abstractNumId w:val="10"/>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attachedTemplate r:id="rId1"/>
  <w:defaultTabStop w:val="425"/>
  <w:hyphenationZone w:val="425"/>
  <w:drawingGridHorizontalSpacing w:val="100"/>
  <w:displayHorizontalDrawingGridEvery w:val="2"/>
  <w:displayVerticalDrawingGridEvery w:val="2"/>
  <w:characterSpacingControl w:val="doNotCompress"/>
  <w:hdrShapeDefaults>
    <o:shapedefaults v:ext="edit" spidmax="11266"/>
    <o:shapelayout v:ext="edit">
      <o:idmap v:ext="edit" data="4"/>
    </o:shapelayout>
  </w:hdrShapeDefaults>
  <w:footnotePr>
    <w:footnote w:id="0"/>
    <w:footnote w:id="1"/>
  </w:footnotePr>
  <w:endnotePr>
    <w:endnote w:id="0"/>
    <w:endnote w:id="1"/>
  </w:endnotePr>
  <w:compat/>
  <w:rsids>
    <w:rsidRoot w:val="000F1B54"/>
    <w:rsid w:val="000059DB"/>
    <w:rsid w:val="00005FA0"/>
    <w:rsid w:val="00006C8C"/>
    <w:rsid w:val="00010A98"/>
    <w:rsid w:val="00013A5A"/>
    <w:rsid w:val="000176F9"/>
    <w:rsid w:val="00020058"/>
    <w:rsid w:val="0002778A"/>
    <w:rsid w:val="0003720C"/>
    <w:rsid w:val="0004310E"/>
    <w:rsid w:val="00046E15"/>
    <w:rsid w:val="0004708D"/>
    <w:rsid w:val="00050048"/>
    <w:rsid w:val="00060C30"/>
    <w:rsid w:val="00064F04"/>
    <w:rsid w:val="00065194"/>
    <w:rsid w:val="0006561D"/>
    <w:rsid w:val="00073BB4"/>
    <w:rsid w:val="0007470F"/>
    <w:rsid w:val="00075268"/>
    <w:rsid w:val="0007788B"/>
    <w:rsid w:val="00082A97"/>
    <w:rsid w:val="00083ED2"/>
    <w:rsid w:val="0008435D"/>
    <w:rsid w:val="00094546"/>
    <w:rsid w:val="0009520A"/>
    <w:rsid w:val="0009596F"/>
    <w:rsid w:val="000A10AE"/>
    <w:rsid w:val="000A5ABF"/>
    <w:rsid w:val="000A6675"/>
    <w:rsid w:val="000C0345"/>
    <w:rsid w:val="000C07A5"/>
    <w:rsid w:val="000C248A"/>
    <w:rsid w:val="000C40FF"/>
    <w:rsid w:val="000C5F2A"/>
    <w:rsid w:val="000D026A"/>
    <w:rsid w:val="000D26B7"/>
    <w:rsid w:val="000D4121"/>
    <w:rsid w:val="000E692B"/>
    <w:rsid w:val="000F1B54"/>
    <w:rsid w:val="000F30E9"/>
    <w:rsid w:val="000F552E"/>
    <w:rsid w:val="001015B6"/>
    <w:rsid w:val="001033DC"/>
    <w:rsid w:val="00106FFA"/>
    <w:rsid w:val="00111495"/>
    <w:rsid w:val="00111F36"/>
    <w:rsid w:val="0011353E"/>
    <w:rsid w:val="00114805"/>
    <w:rsid w:val="00114EFB"/>
    <w:rsid w:val="00126589"/>
    <w:rsid w:val="00126BF9"/>
    <w:rsid w:val="001315CE"/>
    <w:rsid w:val="00132B57"/>
    <w:rsid w:val="0013450D"/>
    <w:rsid w:val="0013535E"/>
    <w:rsid w:val="0013537C"/>
    <w:rsid w:val="00135A80"/>
    <w:rsid w:val="001378BB"/>
    <w:rsid w:val="00140295"/>
    <w:rsid w:val="00141D24"/>
    <w:rsid w:val="00141E2C"/>
    <w:rsid w:val="00142752"/>
    <w:rsid w:val="00143CD3"/>
    <w:rsid w:val="00144209"/>
    <w:rsid w:val="00150D14"/>
    <w:rsid w:val="001547A3"/>
    <w:rsid w:val="00156579"/>
    <w:rsid w:val="0015669D"/>
    <w:rsid w:val="00156C18"/>
    <w:rsid w:val="001572BB"/>
    <w:rsid w:val="001576D4"/>
    <w:rsid w:val="00162CA9"/>
    <w:rsid w:val="001630B9"/>
    <w:rsid w:val="0016377B"/>
    <w:rsid w:val="00166309"/>
    <w:rsid w:val="00170DBD"/>
    <w:rsid w:val="00176AE1"/>
    <w:rsid w:val="0018286C"/>
    <w:rsid w:val="00183BE5"/>
    <w:rsid w:val="00190CF4"/>
    <w:rsid w:val="001948AA"/>
    <w:rsid w:val="00195B45"/>
    <w:rsid w:val="00196C4C"/>
    <w:rsid w:val="001A6D88"/>
    <w:rsid w:val="001B34DC"/>
    <w:rsid w:val="001B57CF"/>
    <w:rsid w:val="001B7636"/>
    <w:rsid w:val="001B78BB"/>
    <w:rsid w:val="001C39ED"/>
    <w:rsid w:val="001C7DEC"/>
    <w:rsid w:val="001D0D28"/>
    <w:rsid w:val="001D54F3"/>
    <w:rsid w:val="001E2E0D"/>
    <w:rsid w:val="001E64F0"/>
    <w:rsid w:val="001E7E2D"/>
    <w:rsid w:val="001F38CC"/>
    <w:rsid w:val="001F475A"/>
    <w:rsid w:val="001F4A3A"/>
    <w:rsid w:val="00200596"/>
    <w:rsid w:val="00206B67"/>
    <w:rsid w:val="002115AC"/>
    <w:rsid w:val="00211C97"/>
    <w:rsid w:val="00212844"/>
    <w:rsid w:val="00221F7C"/>
    <w:rsid w:val="0022503C"/>
    <w:rsid w:val="00226E21"/>
    <w:rsid w:val="00227A61"/>
    <w:rsid w:val="00227D0E"/>
    <w:rsid w:val="002341BB"/>
    <w:rsid w:val="00237C33"/>
    <w:rsid w:val="00240A02"/>
    <w:rsid w:val="00243D32"/>
    <w:rsid w:val="00251C47"/>
    <w:rsid w:val="00253247"/>
    <w:rsid w:val="00257BFD"/>
    <w:rsid w:val="002633AC"/>
    <w:rsid w:val="0026377D"/>
    <w:rsid w:val="00265480"/>
    <w:rsid w:val="00265E34"/>
    <w:rsid w:val="00266B0E"/>
    <w:rsid w:val="00277977"/>
    <w:rsid w:val="002800F3"/>
    <w:rsid w:val="00281A06"/>
    <w:rsid w:val="00281EFE"/>
    <w:rsid w:val="00283A4A"/>
    <w:rsid w:val="00284F1E"/>
    <w:rsid w:val="002867B4"/>
    <w:rsid w:val="002869C9"/>
    <w:rsid w:val="00290186"/>
    <w:rsid w:val="00294D1E"/>
    <w:rsid w:val="002950F9"/>
    <w:rsid w:val="002973E2"/>
    <w:rsid w:val="00297E0A"/>
    <w:rsid w:val="002A02D8"/>
    <w:rsid w:val="002A0B26"/>
    <w:rsid w:val="002A10F3"/>
    <w:rsid w:val="002A4370"/>
    <w:rsid w:val="002A47AD"/>
    <w:rsid w:val="002C2D83"/>
    <w:rsid w:val="002C4C32"/>
    <w:rsid w:val="002C4ECF"/>
    <w:rsid w:val="002C72CA"/>
    <w:rsid w:val="002D1972"/>
    <w:rsid w:val="002D4638"/>
    <w:rsid w:val="002D74B7"/>
    <w:rsid w:val="002E1AD6"/>
    <w:rsid w:val="002E2DEF"/>
    <w:rsid w:val="002F1E4D"/>
    <w:rsid w:val="002F259C"/>
    <w:rsid w:val="002F72EA"/>
    <w:rsid w:val="002F7D0E"/>
    <w:rsid w:val="00305544"/>
    <w:rsid w:val="00305C03"/>
    <w:rsid w:val="00306F55"/>
    <w:rsid w:val="00307991"/>
    <w:rsid w:val="00310992"/>
    <w:rsid w:val="00310D2D"/>
    <w:rsid w:val="00321E23"/>
    <w:rsid w:val="003279D9"/>
    <w:rsid w:val="00336EFD"/>
    <w:rsid w:val="00342BB1"/>
    <w:rsid w:val="003465F3"/>
    <w:rsid w:val="0035000F"/>
    <w:rsid w:val="00350BEF"/>
    <w:rsid w:val="003547FB"/>
    <w:rsid w:val="00355AC6"/>
    <w:rsid w:val="0036349D"/>
    <w:rsid w:val="00363B17"/>
    <w:rsid w:val="0036456E"/>
    <w:rsid w:val="00366A11"/>
    <w:rsid w:val="00371C47"/>
    <w:rsid w:val="00374254"/>
    <w:rsid w:val="003801C4"/>
    <w:rsid w:val="0038192A"/>
    <w:rsid w:val="00390A25"/>
    <w:rsid w:val="003A05CC"/>
    <w:rsid w:val="003A3CB6"/>
    <w:rsid w:val="003A4E1D"/>
    <w:rsid w:val="003A6BD1"/>
    <w:rsid w:val="003A6FFA"/>
    <w:rsid w:val="003B29E1"/>
    <w:rsid w:val="003B2EAF"/>
    <w:rsid w:val="003C023B"/>
    <w:rsid w:val="003C060F"/>
    <w:rsid w:val="003C1319"/>
    <w:rsid w:val="003C2D94"/>
    <w:rsid w:val="003C5129"/>
    <w:rsid w:val="003C71B8"/>
    <w:rsid w:val="003D3671"/>
    <w:rsid w:val="003D3DE6"/>
    <w:rsid w:val="003D4451"/>
    <w:rsid w:val="003D570E"/>
    <w:rsid w:val="003D6EF2"/>
    <w:rsid w:val="003D7762"/>
    <w:rsid w:val="003E7B7C"/>
    <w:rsid w:val="003F1A52"/>
    <w:rsid w:val="003F4368"/>
    <w:rsid w:val="003F51C6"/>
    <w:rsid w:val="004025CE"/>
    <w:rsid w:val="00411720"/>
    <w:rsid w:val="00413090"/>
    <w:rsid w:val="00420470"/>
    <w:rsid w:val="004250D2"/>
    <w:rsid w:val="00430D35"/>
    <w:rsid w:val="00431805"/>
    <w:rsid w:val="004321C6"/>
    <w:rsid w:val="0043370D"/>
    <w:rsid w:val="004342FB"/>
    <w:rsid w:val="00437268"/>
    <w:rsid w:val="0044256B"/>
    <w:rsid w:val="00444F22"/>
    <w:rsid w:val="004451EE"/>
    <w:rsid w:val="004532BE"/>
    <w:rsid w:val="00454BBC"/>
    <w:rsid w:val="004564FC"/>
    <w:rsid w:val="00457CD8"/>
    <w:rsid w:val="0046026B"/>
    <w:rsid w:val="00471FA9"/>
    <w:rsid w:val="0048083F"/>
    <w:rsid w:val="004840C0"/>
    <w:rsid w:val="00487FC2"/>
    <w:rsid w:val="00490899"/>
    <w:rsid w:val="00493E88"/>
    <w:rsid w:val="00495C4A"/>
    <w:rsid w:val="00496766"/>
    <w:rsid w:val="004973D7"/>
    <w:rsid w:val="004A0C1D"/>
    <w:rsid w:val="004A1F6D"/>
    <w:rsid w:val="004A4A82"/>
    <w:rsid w:val="004B0C83"/>
    <w:rsid w:val="004B1BA2"/>
    <w:rsid w:val="004B26EE"/>
    <w:rsid w:val="004B2968"/>
    <w:rsid w:val="004B2F75"/>
    <w:rsid w:val="004B5B44"/>
    <w:rsid w:val="004B5DAA"/>
    <w:rsid w:val="004B752B"/>
    <w:rsid w:val="004C58E8"/>
    <w:rsid w:val="004C6096"/>
    <w:rsid w:val="004C6F5F"/>
    <w:rsid w:val="004D046D"/>
    <w:rsid w:val="004D25B0"/>
    <w:rsid w:val="004D4391"/>
    <w:rsid w:val="004D5A78"/>
    <w:rsid w:val="004D615B"/>
    <w:rsid w:val="004D7C3F"/>
    <w:rsid w:val="004E251A"/>
    <w:rsid w:val="004E3132"/>
    <w:rsid w:val="004E606E"/>
    <w:rsid w:val="004F11FB"/>
    <w:rsid w:val="004F2CF0"/>
    <w:rsid w:val="004F324C"/>
    <w:rsid w:val="00501A69"/>
    <w:rsid w:val="00502B86"/>
    <w:rsid w:val="00511357"/>
    <w:rsid w:val="00515691"/>
    <w:rsid w:val="00516096"/>
    <w:rsid w:val="00523F4C"/>
    <w:rsid w:val="005245CD"/>
    <w:rsid w:val="00524DEA"/>
    <w:rsid w:val="00525099"/>
    <w:rsid w:val="00525B08"/>
    <w:rsid w:val="005266D0"/>
    <w:rsid w:val="00526DB9"/>
    <w:rsid w:val="00530A86"/>
    <w:rsid w:val="00532600"/>
    <w:rsid w:val="0053285D"/>
    <w:rsid w:val="00532ABC"/>
    <w:rsid w:val="00540B02"/>
    <w:rsid w:val="0054436E"/>
    <w:rsid w:val="005604FC"/>
    <w:rsid w:val="005628C3"/>
    <w:rsid w:val="005644EF"/>
    <w:rsid w:val="00572994"/>
    <w:rsid w:val="0057735E"/>
    <w:rsid w:val="0058132B"/>
    <w:rsid w:val="00581701"/>
    <w:rsid w:val="005839BE"/>
    <w:rsid w:val="00584A28"/>
    <w:rsid w:val="0059688B"/>
    <w:rsid w:val="005A0DC3"/>
    <w:rsid w:val="005A0FEB"/>
    <w:rsid w:val="005A1B6D"/>
    <w:rsid w:val="005A3289"/>
    <w:rsid w:val="005B3609"/>
    <w:rsid w:val="005B4466"/>
    <w:rsid w:val="005B5FB9"/>
    <w:rsid w:val="005C1D5F"/>
    <w:rsid w:val="005C31D3"/>
    <w:rsid w:val="005C56AC"/>
    <w:rsid w:val="005C5D3C"/>
    <w:rsid w:val="005C76ED"/>
    <w:rsid w:val="005D0805"/>
    <w:rsid w:val="005D24E2"/>
    <w:rsid w:val="005D7C0F"/>
    <w:rsid w:val="005E7A2F"/>
    <w:rsid w:val="005F1792"/>
    <w:rsid w:val="005F5D3F"/>
    <w:rsid w:val="00600C6D"/>
    <w:rsid w:val="006041D6"/>
    <w:rsid w:val="00605AC5"/>
    <w:rsid w:val="0061006A"/>
    <w:rsid w:val="00612BEC"/>
    <w:rsid w:val="00614728"/>
    <w:rsid w:val="006162D5"/>
    <w:rsid w:val="00616537"/>
    <w:rsid w:val="00620ABD"/>
    <w:rsid w:val="00621495"/>
    <w:rsid w:val="00621EA6"/>
    <w:rsid w:val="00622D03"/>
    <w:rsid w:val="00623E1B"/>
    <w:rsid w:val="006246EF"/>
    <w:rsid w:val="006314AE"/>
    <w:rsid w:val="006318E6"/>
    <w:rsid w:val="00640333"/>
    <w:rsid w:val="00642E33"/>
    <w:rsid w:val="00650DA6"/>
    <w:rsid w:val="006528DD"/>
    <w:rsid w:val="00654260"/>
    <w:rsid w:val="00660F00"/>
    <w:rsid w:val="006625B9"/>
    <w:rsid w:val="0066429F"/>
    <w:rsid w:val="00673A46"/>
    <w:rsid w:val="00673B12"/>
    <w:rsid w:val="00673BA5"/>
    <w:rsid w:val="00674E77"/>
    <w:rsid w:val="00675306"/>
    <w:rsid w:val="0068019E"/>
    <w:rsid w:val="006807B6"/>
    <w:rsid w:val="006827E3"/>
    <w:rsid w:val="00692100"/>
    <w:rsid w:val="00694475"/>
    <w:rsid w:val="006947A2"/>
    <w:rsid w:val="006A197F"/>
    <w:rsid w:val="006A1E81"/>
    <w:rsid w:val="006A300E"/>
    <w:rsid w:val="006A3344"/>
    <w:rsid w:val="006A650A"/>
    <w:rsid w:val="006A7861"/>
    <w:rsid w:val="006B7417"/>
    <w:rsid w:val="006C28C1"/>
    <w:rsid w:val="006D1180"/>
    <w:rsid w:val="006D3029"/>
    <w:rsid w:val="006E70D9"/>
    <w:rsid w:val="006E7AAC"/>
    <w:rsid w:val="006F02BD"/>
    <w:rsid w:val="006F7621"/>
    <w:rsid w:val="006F79C8"/>
    <w:rsid w:val="0070232E"/>
    <w:rsid w:val="00703838"/>
    <w:rsid w:val="00706352"/>
    <w:rsid w:val="00712317"/>
    <w:rsid w:val="00713517"/>
    <w:rsid w:val="00721215"/>
    <w:rsid w:val="007217FD"/>
    <w:rsid w:val="00724C18"/>
    <w:rsid w:val="00727E6A"/>
    <w:rsid w:val="00737C3F"/>
    <w:rsid w:val="0074298B"/>
    <w:rsid w:val="00742D10"/>
    <w:rsid w:val="00745342"/>
    <w:rsid w:val="00745617"/>
    <w:rsid w:val="00745CEF"/>
    <w:rsid w:val="00751A7B"/>
    <w:rsid w:val="00751BE0"/>
    <w:rsid w:val="00757CF0"/>
    <w:rsid w:val="0076136F"/>
    <w:rsid w:val="00761CA3"/>
    <w:rsid w:val="007655AE"/>
    <w:rsid w:val="0077493B"/>
    <w:rsid w:val="00776873"/>
    <w:rsid w:val="00777A9C"/>
    <w:rsid w:val="00783553"/>
    <w:rsid w:val="007836FB"/>
    <w:rsid w:val="007849B0"/>
    <w:rsid w:val="0078535A"/>
    <w:rsid w:val="00785690"/>
    <w:rsid w:val="00786FBD"/>
    <w:rsid w:val="0079003F"/>
    <w:rsid w:val="00792CAC"/>
    <w:rsid w:val="0079545A"/>
    <w:rsid w:val="0079662E"/>
    <w:rsid w:val="007A1A26"/>
    <w:rsid w:val="007A1CCF"/>
    <w:rsid w:val="007A1FA0"/>
    <w:rsid w:val="007A27C4"/>
    <w:rsid w:val="007A281D"/>
    <w:rsid w:val="007A4EFF"/>
    <w:rsid w:val="007A76D1"/>
    <w:rsid w:val="007B01F8"/>
    <w:rsid w:val="007B1D82"/>
    <w:rsid w:val="007B252E"/>
    <w:rsid w:val="007B56B1"/>
    <w:rsid w:val="007B780B"/>
    <w:rsid w:val="007B78F3"/>
    <w:rsid w:val="007C0A95"/>
    <w:rsid w:val="007D18B4"/>
    <w:rsid w:val="007D19CB"/>
    <w:rsid w:val="007D26A2"/>
    <w:rsid w:val="007D4DB9"/>
    <w:rsid w:val="007D5DEF"/>
    <w:rsid w:val="007E3620"/>
    <w:rsid w:val="007E4030"/>
    <w:rsid w:val="007E458D"/>
    <w:rsid w:val="007E4DBE"/>
    <w:rsid w:val="007E7DAB"/>
    <w:rsid w:val="007F0485"/>
    <w:rsid w:val="007F1F2C"/>
    <w:rsid w:val="007F321A"/>
    <w:rsid w:val="0080061A"/>
    <w:rsid w:val="0080728F"/>
    <w:rsid w:val="00807C32"/>
    <w:rsid w:val="0081042A"/>
    <w:rsid w:val="00814F16"/>
    <w:rsid w:val="0081706A"/>
    <w:rsid w:val="00821FC0"/>
    <w:rsid w:val="0082545A"/>
    <w:rsid w:val="00825483"/>
    <w:rsid w:val="008302B7"/>
    <w:rsid w:val="008339AA"/>
    <w:rsid w:val="00835ADF"/>
    <w:rsid w:val="0083797A"/>
    <w:rsid w:val="00844B5C"/>
    <w:rsid w:val="008468EC"/>
    <w:rsid w:val="0085068C"/>
    <w:rsid w:val="0085090D"/>
    <w:rsid w:val="008576EE"/>
    <w:rsid w:val="00861913"/>
    <w:rsid w:val="00861EBA"/>
    <w:rsid w:val="00863749"/>
    <w:rsid w:val="00870ED6"/>
    <w:rsid w:val="00871CFC"/>
    <w:rsid w:val="00873310"/>
    <w:rsid w:val="00882503"/>
    <w:rsid w:val="00885E9B"/>
    <w:rsid w:val="00886BCE"/>
    <w:rsid w:val="00887D98"/>
    <w:rsid w:val="008924CD"/>
    <w:rsid w:val="00892D6E"/>
    <w:rsid w:val="0089361E"/>
    <w:rsid w:val="00895FE7"/>
    <w:rsid w:val="0089775D"/>
    <w:rsid w:val="008A2086"/>
    <w:rsid w:val="008A3B91"/>
    <w:rsid w:val="008A4BD7"/>
    <w:rsid w:val="008A5359"/>
    <w:rsid w:val="008B044E"/>
    <w:rsid w:val="008B1006"/>
    <w:rsid w:val="008B401B"/>
    <w:rsid w:val="008C027A"/>
    <w:rsid w:val="008C14B8"/>
    <w:rsid w:val="008C1879"/>
    <w:rsid w:val="008C484A"/>
    <w:rsid w:val="008C4F9E"/>
    <w:rsid w:val="008C62BC"/>
    <w:rsid w:val="008C6307"/>
    <w:rsid w:val="008D4E76"/>
    <w:rsid w:val="008D51D9"/>
    <w:rsid w:val="008E0CDD"/>
    <w:rsid w:val="008E1949"/>
    <w:rsid w:val="008F0100"/>
    <w:rsid w:val="008F27FE"/>
    <w:rsid w:val="008F32E0"/>
    <w:rsid w:val="008F4279"/>
    <w:rsid w:val="008F4AE5"/>
    <w:rsid w:val="008F554A"/>
    <w:rsid w:val="008F5F40"/>
    <w:rsid w:val="00901316"/>
    <w:rsid w:val="0090483C"/>
    <w:rsid w:val="00911656"/>
    <w:rsid w:val="0091430B"/>
    <w:rsid w:val="00914375"/>
    <w:rsid w:val="00915583"/>
    <w:rsid w:val="00915AE6"/>
    <w:rsid w:val="00922738"/>
    <w:rsid w:val="0092436C"/>
    <w:rsid w:val="009246E3"/>
    <w:rsid w:val="00926623"/>
    <w:rsid w:val="00930C5B"/>
    <w:rsid w:val="00931D07"/>
    <w:rsid w:val="009337FF"/>
    <w:rsid w:val="00936E93"/>
    <w:rsid w:val="009379C6"/>
    <w:rsid w:val="00944E67"/>
    <w:rsid w:val="00945235"/>
    <w:rsid w:val="0094666D"/>
    <w:rsid w:val="00955494"/>
    <w:rsid w:val="00955AED"/>
    <w:rsid w:val="00963CE1"/>
    <w:rsid w:val="00966DBC"/>
    <w:rsid w:val="009677B3"/>
    <w:rsid w:val="0096798C"/>
    <w:rsid w:val="00971FE5"/>
    <w:rsid w:val="009721A9"/>
    <w:rsid w:val="009733CE"/>
    <w:rsid w:val="00973DC0"/>
    <w:rsid w:val="0098112B"/>
    <w:rsid w:val="009811A1"/>
    <w:rsid w:val="0099445D"/>
    <w:rsid w:val="009A4E33"/>
    <w:rsid w:val="009B046B"/>
    <w:rsid w:val="009B55FC"/>
    <w:rsid w:val="009C361E"/>
    <w:rsid w:val="009C4C2C"/>
    <w:rsid w:val="009C60B6"/>
    <w:rsid w:val="009C7C9E"/>
    <w:rsid w:val="009D77E2"/>
    <w:rsid w:val="009F096F"/>
    <w:rsid w:val="009F0AD7"/>
    <w:rsid w:val="009F10C2"/>
    <w:rsid w:val="009F1813"/>
    <w:rsid w:val="009F2A0C"/>
    <w:rsid w:val="009F2E7B"/>
    <w:rsid w:val="009F6E1A"/>
    <w:rsid w:val="00A00142"/>
    <w:rsid w:val="00A040B8"/>
    <w:rsid w:val="00A12D5F"/>
    <w:rsid w:val="00A14096"/>
    <w:rsid w:val="00A208FA"/>
    <w:rsid w:val="00A20E6A"/>
    <w:rsid w:val="00A258B1"/>
    <w:rsid w:val="00A30446"/>
    <w:rsid w:val="00A33BAD"/>
    <w:rsid w:val="00A36B45"/>
    <w:rsid w:val="00A449E2"/>
    <w:rsid w:val="00A458F9"/>
    <w:rsid w:val="00A46409"/>
    <w:rsid w:val="00A4714E"/>
    <w:rsid w:val="00A51105"/>
    <w:rsid w:val="00A519B6"/>
    <w:rsid w:val="00A554F4"/>
    <w:rsid w:val="00A57639"/>
    <w:rsid w:val="00A61108"/>
    <w:rsid w:val="00A63572"/>
    <w:rsid w:val="00A64C2F"/>
    <w:rsid w:val="00A66E39"/>
    <w:rsid w:val="00A7233F"/>
    <w:rsid w:val="00A759F0"/>
    <w:rsid w:val="00A7658F"/>
    <w:rsid w:val="00A80D19"/>
    <w:rsid w:val="00A83AD4"/>
    <w:rsid w:val="00A86EA3"/>
    <w:rsid w:val="00A90AF4"/>
    <w:rsid w:val="00A91451"/>
    <w:rsid w:val="00A92CC2"/>
    <w:rsid w:val="00AA41AD"/>
    <w:rsid w:val="00AA5737"/>
    <w:rsid w:val="00AA6EA5"/>
    <w:rsid w:val="00AC4D1C"/>
    <w:rsid w:val="00AC65C0"/>
    <w:rsid w:val="00AD2E43"/>
    <w:rsid w:val="00AD3C95"/>
    <w:rsid w:val="00AD41EA"/>
    <w:rsid w:val="00AD4667"/>
    <w:rsid w:val="00AD7C2A"/>
    <w:rsid w:val="00AE4652"/>
    <w:rsid w:val="00AE70F0"/>
    <w:rsid w:val="00AF642E"/>
    <w:rsid w:val="00B00685"/>
    <w:rsid w:val="00B03A7A"/>
    <w:rsid w:val="00B04161"/>
    <w:rsid w:val="00B12812"/>
    <w:rsid w:val="00B219ED"/>
    <w:rsid w:val="00B21BE1"/>
    <w:rsid w:val="00B25A70"/>
    <w:rsid w:val="00B2750C"/>
    <w:rsid w:val="00B31852"/>
    <w:rsid w:val="00B31BFE"/>
    <w:rsid w:val="00B353F6"/>
    <w:rsid w:val="00B45D55"/>
    <w:rsid w:val="00B4651B"/>
    <w:rsid w:val="00B47130"/>
    <w:rsid w:val="00B5380A"/>
    <w:rsid w:val="00B53ECF"/>
    <w:rsid w:val="00B55DE2"/>
    <w:rsid w:val="00B5607F"/>
    <w:rsid w:val="00B56B5F"/>
    <w:rsid w:val="00B65FA5"/>
    <w:rsid w:val="00B75383"/>
    <w:rsid w:val="00B83F26"/>
    <w:rsid w:val="00B84CFA"/>
    <w:rsid w:val="00B86C2B"/>
    <w:rsid w:val="00B86CAC"/>
    <w:rsid w:val="00B87220"/>
    <w:rsid w:val="00B90D7B"/>
    <w:rsid w:val="00B92462"/>
    <w:rsid w:val="00B94D98"/>
    <w:rsid w:val="00B95A71"/>
    <w:rsid w:val="00B9713C"/>
    <w:rsid w:val="00BA5CC5"/>
    <w:rsid w:val="00BB2301"/>
    <w:rsid w:val="00BB3756"/>
    <w:rsid w:val="00BB3B0D"/>
    <w:rsid w:val="00BB6230"/>
    <w:rsid w:val="00BD12CD"/>
    <w:rsid w:val="00BD1BCD"/>
    <w:rsid w:val="00BD2B1C"/>
    <w:rsid w:val="00BD56AD"/>
    <w:rsid w:val="00BD6375"/>
    <w:rsid w:val="00BE34F9"/>
    <w:rsid w:val="00BE50D2"/>
    <w:rsid w:val="00BF079D"/>
    <w:rsid w:val="00BF1716"/>
    <w:rsid w:val="00BF6F34"/>
    <w:rsid w:val="00C05558"/>
    <w:rsid w:val="00C068C5"/>
    <w:rsid w:val="00C135C7"/>
    <w:rsid w:val="00C14A48"/>
    <w:rsid w:val="00C15962"/>
    <w:rsid w:val="00C15D69"/>
    <w:rsid w:val="00C169B5"/>
    <w:rsid w:val="00C22D69"/>
    <w:rsid w:val="00C27B15"/>
    <w:rsid w:val="00C32B23"/>
    <w:rsid w:val="00C3535F"/>
    <w:rsid w:val="00C3592F"/>
    <w:rsid w:val="00C40811"/>
    <w:rsid w:val="00C4157D"/>
    <w:rsid w:val="00C46534"/>
    <w:rsid w:val="00C54BC0"/>
    <w:rsid w:val="00C62032"/>
    <w:rsid w:val="00C65A0F"/>
    <w:rsid w:val="00C67F4A"/>
    <w:rsid w:val="00C80F79"/>
    <w:rsid w:val="00C81453"/>
    <w:rsid w:val="00C82B0A"/>
    <w:rsid w:val="00C8491B"/>
    <w:rsid w:val="00C876EE"/>
    <w:rsid w:val="00C93C1E"/>
    <w:rsid w:val="00C963BF"/>
    <w:rsid w:val="00CA46FB"/>
    <w:rsid w:val="00CA65C3"/>
    <w:rsid w:val="00CB11BA"/>
    <w:rsid w:val="00CB1A09"/>
    <w:rsid w:val="00CB3ED0"/>
    <w:rsid w:val="00CB6129"/>
    <w:rsid w:val="00CB7FC6"/>
    <w:rsid w:val="00CC33BC"/>
    <w:rsid w:val="00CC601F"/>
    <w:rsid w:val="00CD24B4"/>
    <w:rsid w:val="00CD32E5"/>
    <w:rsid w:val="00CD438B"/>
    <w:rsid w:val="00CD56BE"/>
    <w:rsid w:val="00CD59E6"/>
    <w:rsid w:val="00CD72BF"/>
    <w:rsid w:val="00CE05BE"/>
    <w:rsid w:val="00CE59BA"/>
    <w:rsid w:val="00CF12D7"/>
    <w:rsid w:val="00CF4787"/>
    <w:rsid w:val="00CF695D"/>
    <w:rsid w:val="00D006F9"/>
    <w:rsid w:val="00D00A57"/>
    <w:rsid w:val="00D010B0"/>
    <w:rsid w:val="00D043CF"/>
    <w:rsid w:val="00D05988"/>
    <w:rsid w:val="00D05CFF"/>
    <w:rsid w:val="00D0650A"/>
    <w:rsid w:val="00D10C00"/>
    <w:rsid w:val="00D11C9D"/>
    <w:rsid w:val="00D135DA"/>
    <w:rsid w:val="00D15A5D"/>
    <w:rsid w:val="00D20CA1"/>
    <w:rsid w:val="00D24CA2"/>
    <w:rsid w:val="00D2732D"/>
    <w:rsid w:val="00D347BD"/>
    <w:rsid w:val="00D348B9"/>
    <w:rsid w:val="00D37C33"/>
    <w:rsid w:val="00D42B6C"/>
    <w:rsid w:val="00D43778"/>
    <w:rsid w:val="00D440C0"/>
    <w:rsid w:val="00D55AF8"/>
    <w:rsid w:val="00D57075"/>
    <w:rsid w:val="00D61352"/>
    <w:rsid w:val="00D62EF1"/>
    <w:rsid w:val="00D63DB0"/>
    <w:rsid w:val="00D66572"/>
    <w:rsid w:val="00D7052E"/>
    <w:rsid w:val="00D705D9"/>
    <w:rsid w:val="00D718A1"/>
    <w:rsid w:val="00D71D21"/>
    <w:rsid w:val="00D732FA"/>
    <w:rsid w:val="00D744D0"/>
    <w:rsid w:val="00D80078"/>
    <w:rsid w:val="00D80F09"/>
    <w:rsid w:val="00D86998"/>
    <w:rsid w:val="00D9404C"/>
    <w:rsid w:val="00D96E74"/>
    <w:rsid w:val="00DA4CE8"/>
    <w:rsid w:val="00DA6016"/>
    <w:rsid w:val="00DA7A93"/>
    <w:rsid w:val="00DB1F0C"/>
    <w:rsid w:val="00DC021E"/>
    <w:rsid w:val="00DC0F63"/>
    <w:rsid w:val="00DC2458"/>
    <w:rsid w:val="00DC25D0"/>
    <w:rsid w:val="00DC354E"/>
    <w:rsid w:val="00DC6266"/>
    <w:rsid w:val="00DC6336"/>
    <w:rsid w:val="00DC7A4D"/>
    <w:rsid w:val="00DD3DDB"/>
    <w:rsid w:val="00DD491D"/>
    <w:rsid w:val="00DE3BC6"/>
    <w:rsid w:val="00DE5AAE"/>
    <w:rsid w:val="00DF2023"/>
    <w:rsid w:val="00DF3572"/>
    <w:rsid w:val="00DF5642"/>
    <w:rsid w:val="00E05D31"/>
    <w:rsid w:val="00E07089"/>
    <w:rsid w:val="00E17179"/>
    <w:rsid w:val="00E22E4A"/>
    <w:rsid w:val="00E231F4"/>
    <w:rsid w:val="00E25A22"/>
    <w:rsid w:val="00E26A25"/>
    <w:rsid w:val="00E316D3"/>
    <w:rsid w:val="00E33F46"/>
    <w:rsid w:val="00E43EE9"/>
    <w:rsid w:val="00E46F1B"/>
    <w:rsid w:val="00E55257"/>
    <w:rsid w:val="00E56C68"/>
    <w:rsid w:val="00E57C6B"/>
    <w:rsid w:val="00E63E85"/>
    <w:rsid w:val="00E6781D"/>
    <w:rsid w:val="00E67AA8"/>
    <w:rsid w:val="00E7025B"/>
    <w:rsid w:val="00E7131C"/>
    <w:rsid w:val="00E71B86"/>
    <w:rsid w:val="00E77A94"/>
    <w:rsid w:val="00E77C5A"/>
    <w:rsid w:val="00E8224C"/>
    <w:rsid w:val="00E87C3D"/>
    <w:rsid w:val="00E901C2"/>
    <w:rsid w:val="00EA0125"/>
    <w:rsid w:val="00EA163C"/>
    <w:rsid w:val="00EA43C0"/>
    <w:rsid w:val="00EA49CC"/>
    <w:rsid w:val="00EA53D1"/>
    <w:rsid w:val="00EA7B05"/>
    <w:rsid w:val="00EB49B0"/>
    <w:rsid w:val="00EB7EDB"/>
    <w:rsid w:val="00EC5312"/>
    <w:rsid w:val="00EC6867"/>
    <w:rsid w:val="00EC69B2"/>
    <w:rsid w:val="00ED176D"/>
    <w:rsid w:val="00ED48C5"/>
    <w:rsid w:val="00ED55BF"/>
    <w:rsid w:val="00ED7C7F"/>
    <w:rsid w:val="00EE5907"/>
    <w:rsid w:val="00EE5C79"/>
    <w:rsid w:val="00EE6BB1"/>
    <w:rsid w:val="00EF01C1"/>
    <w:rsid w:val="00EF6AF7"/>
    <w:rsid w:val="00F00FFF"/>
    <w:rsid w:val="00F02E92"/>
    <w:rsid w:val="00F04029"/>
    <w:rsid w:val="00F04DBF"/>
    <w:rsid w:val="00F11415"/>
    <w:rsid w:val="00F11877"/>
    <w:rsid w:val="00F12EA6"/>
    <w:rsid w:val="00F130D5"/>
    <w:rsid w:val="00F15F73"/>
    <w:rsid w:val="00F1646E"/>
    <w:rsid w:val="00F206EC"/>
    <w:rsid w:val="00F2141F"/>
    <w:rsid w:val="00F214B0"/>
    <w:rsid w:val="00F21B7D"/>
    <w:rsid w:val="00F26E7C"/>
    <w:rsid w:val="00F34AF5"/>
    <w:rsid w:val="00F35C0A"/>
    <w:rsid w:val="00F35EFB"/>
    <w:rsid w:val="00F37AB3"/>
    <w:rsid w:val="00F43B08"/>
    <w:rsid w:val="00F4476B"/>
    <w:rsid w:val="00F54982"/>
    <w:rsid w:val="00F55052"/>
    <w:rsid w:val="00F636E1"/>
    <w:rsid w:val="00F63C4A"/>
    <w:rsid w:val="00F65B34"/>
    <w:rsid w:val="00F66901"/>
    <w:rsid w:val="00F66970"/>
    <w:rsid w:val="00F7197E"/>
    <w:rsid w:val="00F7383B"/>
    <w:rsid w:val="00F74B3B"/>
    <w:rsid w:val="00F7656A"/>
    <w:rsid w:val="00F76649"/>
    <w:rsid w:val="00F76EE2"/>
    <w:rsid w:val="00F81AB0"/>
    <w:rsid w:val="00F8573D"/>
    <w:rsid w:val="00F90E28"/>
    <w:rsid w:val="00F97070"/>
    <w:rsid w:val="00FA6DAF"/>
    <w:rsid w:val="00FB11B5"/>
    <w:rsid w:val="00FB179C"/>
    <w:rsid w:val="00FB7126"/>
    <w:rsid w:val="00FC14FC"/>
    <w:rsid w:val="00FC5ED1"/>
    <w:rsid w:val="00FC79EC"/>
    <w:rsid w:val="00FC7EBB"/>
    <w:rsid w:val="00FD3506"/>
    <w:rsid w:val="00FD6047"/>
    <w:rsid w:val="00FD6EAA"/>
    <w:rsid w:val="00FE5697"/>
    <w:rsid w:val="00FF1022"/>
    <w:rsid w:val="00FF1C26"/>
    <w:rsid w:val="00FF44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096"/>
    <w:pPr>
      <w:tabs>
        <w:tab w:val="left" w:pos="567"/>
      </w:tabs>
      <w:spacing w:before="120" w:after="120" w:line="240" w:lineRule="auto"/>
      <w:jc w:val="both"/>
    </w:pPr>
    <w:rPr>
      <w:rFonts w:ascii="Calibri" w:eastAsiaTheme="minorEastAsia" w:hAnsi="Calibri" w:cs="Times New Roman"/>
      <w:sz w:val="20"/>
      <w:lang w:eastAsia="ro-RO"/>
    </w:rPr>
  </w:style>
  <w:style w:type="paragraph" w:styleId="Heading1">
    <w:name w:val="heading 1"/>
    <w:basedOn w:val="Normal"/>
    <w:next w:val="Normal"/>
    <w:link w:val="Heading1Cha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Heading2">
    <w:name w:val="heading 2"/>
    <w:basedOn w:val="Normal"/>
    <w:next w:val="Normal"/>
    <w:link w:val="Heading2Char"/>
    <w:uiPriority w:val="9"/>
    <w:unhideWhenUsed/>
    <w:qFormat/>
    <w:rsid w:val="00E63E85"/>
    <w:pPr>
      <w:keepNext/>
      <w:keepLines/>
      <w:spacing w:before="240"/>
      <w:outlineLvl w:val="1"/>
    </w:pPr>
    <w:rPr>
      <w:rFonts w:ascii="Cambria" w:eastAsiaTheme="majorEastAsia" w:hAnsi="Cambria" w:cstheme="majorBidi"/>
      <w:b/>
      <w:bCs/>
      <w:color w:val="1F497D" w:themeColor="text2"/>
      <w:sz w:val="24"/>
      <w:szCs w:val="26"/>
    </w:rPr>
  </w:style>
  <w:style w:type="paragraph" w:styleId="Heading3">
    <w:name w:val="heading 3"/>
    <w:basedOn w:val="Normal"/>
    <w:next w:val="Normal"/>
    <w:link w:val="Heading3Cha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Nod">
    <w:name w:val="NrNod"/>
    <w:basedOn w:val="ListParagraph"/>
    <w:link w:val="NrNodChar"/>
    <w:rsid w:val="002633AC"/>
    <w:pPr>
      <w:spacing w:after="0"/>
      <w:ind w:left="360" w:hanging="360"/>
      <w:jc w:val="center"/>
    </w:pPr>
    <w:rPr>
      <w:sz w:val="18"/>
    </w:rPr>
  </w:style>
  <w:style w:type="character" w:customStyle="1" w:styleId="NrNodChar">
    <w:name w:val="NrNod Char"/>
    <w:basedOn w:val="DefaultParagraphFont"/>
    <w:link w:val="NrNod"/>
    <w:rsid w:val="002633AC"/>
    <w:rPr>
      <w:rFonts w:ascii="Calibri" w:hAnsi="Calibri"/>
      <w:sz w:val="18"/>
    </w:rPr>
  </w:style>
  <w:style w:type="paragraph" w:styleId="ListParagraph">
    <w:name w:val="List Paragraph"/>
    <w:basedOn w:val="Normal"/>
    <w:uiPriority w:val="34"/>
    <w:qFormat/>
    <w:rsid w:val="00D10C00"/>
    <w:pPr>
      <w:numPr>
        <w:numId w:val="5"/>
      </w:numPr>
    </w:pPr>
  </w:style>
  <w:style w:type="paragraph" w:customStyle="1" w:styleId="Titlu31">
    <w:name w:val="Titlu 31"/>
    <w:basedOn w:val="Normal"/>
    <w:next w:val="Heading3"/>
    <w:qFormat/>
    <w:rsid w:val="0082545A"/>
    <w:pPr>
      <w:spacing w:before="100" w:beforeAutospacing="1" w:after="100" w:afterAutospacing="1" w:line="276" w:lineRule="auto"/>
    </w:pPr>
    <w:rPr>
      <w:rFonts w:ascii="Times New Roman" w:hAnsi="Times New Roman"/>
      <w:b/>
      <w:sz w:val="24"/>
      <w:szCs w:val="24"/>
    </w:rPr>
  </w:style>
  <w:style w:type="character" w:customStyle="1" w:styleId="Heading3Char">
    <w:name w:val="Heading 3 Char"/>
    <w:basedOn w:val="DefaultParagraphFont"/>
    <w:link w:val="Heading3"/>
    <w:uiPriority w:val="9"/>
    <w:semiHidden/>
    <w:rsid w:val="0082545A"/>
    <w:rPr>
      <w:rFonts w:asciiTheme="majorHAnsi" w:eastAsiaTheme="majorEastAsia" w:hAnsiTheme="majorHAnsi" w:cstheme="majorBidi"/>
      <w:b/>
      <w:bCs/>
      <w:color w:val="4F81BD" w:themeColor="accent1"/>
      <w:sz w:val="20"/>
    </w:rPr>
  </w:style>
  <w:style w:type="character" w:customStyle="1" w:styleId="Heading1Char">
    <w:name w:val="Heading 1 Char"/>
    <w:basedOn w:val="DefaultParagraphFont"/>
    <w:link w:val="Heading1"/>
    <w:uiPriority w:val="9"/>
    <w:rsid w:val="004F11FB"/>
    <w:rPr>
      <w:rFonts w:ascii="Cambria" w:eastAsiaTheme="majorEastAsia" w:hAnsi="Cambria" w:cstheme="majorBidi"/>
      <w:b/>
      <w:bCs/>
      <w:color w:val="244061" w:themeColor="accent1" w:themeShade="80"/>
      <w:sz w:val="28"/>
      <w:szCs w:val="28"/>
      <w:lang w:eastAsia="ro-RO"/>
    </w:rPr>
  </w:style>
  <w:style w:type="paragraph" w:styleId="Header">
    <w:name w:val="header"/>
    <w:basedOn w:val="Normal"/>
    <w:link w:val="HeaderChar"/>
    <w:uiPriority w:val="99"/>
    <w:unhideWhenUsed/>
    <w:rsid w:val="004F11FB"/>
    <w:pPr>
      <w:tabs>
        <w:tab w:val="center" w:pos="4513"/>
        <w:tab w:val="right" w:pos="9026"/>
      </w:tabs>
      <w:spacing w:before="0" w:after="0"/>
    </w:pPr>
  </w:style>
  <w:style w:type="character" w:customStyle="1" w:styleId="HeaderChar">
    <w:name w:val="Header Char"/>
    <w:basedOn w:val="DefaultParagraphFont"/>
    <w:link w:val="Header"/>
    <w:uiPriority w:val="99"/>
    <w:rsid w:val="004F11FB"/>
    <w:rPr>
      <w:rFonts w:ascii="Calibri" w:eastAsiaTheme="minorEastAsia" w:hAnsi="Calibri" w:cs="Times New Roman"/>
      <w:sz w:val="20"/>
      <w:lang w:eastAsia="ro-RO"/>
    </w:rPr>
  </w:style>
  <w:style w:type="paragraph" w:styleId="Footer">
    <w:name w:val="footer"/>
    <w:basedOn w:val="Normal"/>
    <w:link w:val="FooterChar"/>
    <w:uiPriority w:val="99"/>
    <w:unhideWhenUsed/>
    <w:rsid w:val="004F11FB"/>
    <w:pPr>
      <w:tabs>
        <w:tab w:val="center" w:pos="4513"/>
        <w:tab w:val="right" w:pos="9026"/>
      </w:tabs>
      <w:spacing w:before="0" w:after="0"/>
    </w:pPr>
  </w:style>
  <w:style w:type="character" w:customStyle="1" w:styleId="FooterChar">
    <w:name w:val="Footer Char"/>
    <w:basedOn w:val="DefaultParagraphFont"/>
    <w:link w:val="Footer"/>
    <w:uiPriority w:val="99"/>
    <w:rsid w:val="004F11FB"/>
    <w:rPr>
      <w:rFonts w:ascii="Calibri" w:eastAsiaTheme="minorEastAsia" w:hAnsi="Calibri" w:cs="Times New Roman"/>
      <w:sz w:val="20"/>
      <w:lang w:eastAsia="ro-RO"/>
    </w:rPr>
  </w:style>
  <w:style w:type="paragraph" w:styleId="BalloonText">
    <w:name w:val="Balloon Text"/>
    <w:basedOn w:val="Normal"/>
    <w:link w:val="BalloonTextChar"/>
    <w:uiPriority w:val="99"/>
    <w:semiHidden/>
    <w:unhideWhenUsed/>
    <w:rsid w:val="003D3DE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DE6"/>
    <w:rPr>
      <w:rFonts w:ascii="Segoe UI" w:eastAsiaTheme="minorEastAsia" w:hAnsi="Segoe UI" w:cs="Segoe UI"/>
      <w:sz w:val="18"/>
      <w:szCs w:val="18"/>
      <w:lang w:eastAsia="ro-RO"/>
    </w:rPr>
  </w:style>
  <w:style w:type="table" w:styleId="TableGrid">
    <w:name w:val="Table Grid"/>
    <w:basedOn w:val="TableNormal"/>
    <w:uiPriority w:val="59"/>
    <w:rsid w:val="000D02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D026A"/>
    <w:rPr>
      <w:sz w:val="16"/>
      <w:szCs w:val="16"/>
    </w:rPr>
  </w:style>
  <w:style w:type="paragraph" w:styleId="CommentText">
    <w:name w:val="annotation text"/>
    <w:basedOn w:val="Normal"/>
    <w:link w:val="CommentTextChar"/>
    <w:uiPriority w:val="99"/>
    <w:semiHidden/>
    <w:unhideWhenUsed/>
    <w:rsid w:val="000D026A"/>
    <w:rPr>
      <w:szCs w:val="20"/>
    </w:rPr>
  </w:style>
  <w:style w:type="character" w:customStyle="1" w:styleId="CommentTextChar">
    <w:name w:val="Comment Text Char"/>
    <w:basedOn w:val="DefaultParagraphFont"/>
    <w:link w:val="CommentText"/>
    <w:uiPriority w:val="99"/>
    <w:semiHidden/>
    <w:rsid w:val="000D026A"/>
    <w:rPr>
      <w:rFonts w:ascii="Calibri" w:eastAsiaTheme="minorEastAsia" w:hAnsi="Calibri"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0D026A"/>
    <w:rPr>
      <w:b/>
      <w:bCs/>
    </w:rPr>
  </w:style>
  <w:style w:type="character" w:customStyle="1" w:styleId="CommentSubjectChar">
    <w:name w:val="Comment Subject Char"/>
    <w:basedOn w:val="CommentTextChar"/>
    <w:link w:val="CommentSubject"/>
    <w:uiPriority w:val="99"/>
    <w:semiHidden/>
    <w:rsid w:val="000D026A"/>
    <w:rPr>
      <w:rFonts w:ascii="Calibri" w:eastAsiaTheme="minorEastAsia" w:hAnsi="Calibri" w:cs="Times New Roman"/>
      <w:b/>
      <w:bCs/>
      <w:sz w:val="20"/>
      <w:szCs w:val="20"/>
      <w:lang w:eastAsia="ro-RO"/>
    </w:rPr>
  </w:style>
  <w:style w:type="character" w:styleId="Hyperlink">
    <w:name w:val="Hyperlink"/>
    <w:basedOn w:val="DefaultParagraphFont"/>
    <w:uiPriority w:val="99"/>
    <w:unhideWhenUsed/>
    <w:rsid w:val="001B57CF"/>
    <w:rPr>
      <w:color w:val="0000FF" w:themeColor="hyperlink"/>
      <w:u w:val="single"/>
    </w:rPr>
  </w:style>
  <w:style w:type="paragraph" w:styleId="HTMLPreformatted">
    <w:name w:val="HTML Preformatted"/>
    <w:basedOn w:val="Normal"/>
    <w:link w:val="HTMLPreformattedChar"/>
    <w:uiPriority w:val="99"/>
    <w:unhideWhenUsed/>
    <w:rsid w:val="00973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9733CE"/>
    <w:rPr>
      <w:rFonts w:ascii="Courier New" w:eastAsia="Times New Roman" w:hAnsi="Courier New" w:cs="Courier New"/>
      <w:sz w:val="20"/>
      <w:szCs w:val="20"/>
      <w:lang w:eastAsia="ro-RO"/>
    </w:rPr>
  </w:style>
  <w:style w:type="character" w:styleId="FollowedHyperlink">
    <w:name w:val="FollowedHyperlink"/>
    <w:basedOn w:val="DefaultParagraphFont"/>
    <w:uiPriority w:val="99"/>
    <w:semiHidden/>
    <w:unhideWhenUsed/>
    <w:rsid w:val="00AD4667"/>
    <w:rPr>
      <w:color w:val="800080" w:themeColor="followedHyperlink"/>
      <w:u w:val="single"/>
    </w:rPr>
  </w:style>
  <w:style w:type="character" w:styleId="Strong">
    <w:name w:val="Strong"/>
    <w:basedOn w:val="DefaultParagraphFont"/>
    <w:uiPriority w:val="22"/>
    <w:qFormat/>
    <w:rsid w:val="00914375"/>
    <w:rPr>
      <w:b/>
      <w:bCs/>
    </w:rPr>
  </w:style>
  <w:style w:type="table" w:customStyle="1" w:styleId="Tabelgril1">
    <w:name w:val="Tabel grilă1"/>
    <w:basedOn w:val="TableNormal"/>
    <w:next w:val="TableGrid"/>
    <w:uiPriority w:val="59"/>
    <w:rsid w:val="00621EA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63E85"/>
    <w:rPr>
      <w:rFonts w:ascii="Cambria" w:eastAsiaTheme="majorEastAsia" w:hAnsi="Cambria" w:cstheme="majorBidi"/>
      <w:b/>
      <w:bCs/>
      <w:color w:val="1F497D" w:themeColor="text2"/>
      <w:sz w:val="24"/>
      <w:szCs w:val="26"/>
      <w:lang w:eastAsia="ro-RO"/>
    </w:rPr>
  </w:style>
  <w:style w:type="character" w:styleId="HTMLCode">
    <w:name w:val="HTML Code"/>
    <w:basedOn w:val="DefaultParagraphFont"/>
    <w:uiPriority w:val="99"/>
    <w:semiHidden/>
    <w:unhideWhenUsed/>
    <w:rsid w:val="0008435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7315376">
      <w:bodyDiv w:val="1"/>
      <w:marLeft w:val="0"/>
      <w:marRight w:val="0"/>
      <w:marTop w:val="0"/>
      <w:marBottom w:val="0"/>
      <w:divBdr>
        <w:top w:val="none" w:sz="0" w:space="0" w:color="auto"/>
        <w:left w:val="none" w:sz="0" w:space="0" w:color="auto"/>
        <w:bottom w:val="none" w:sz="0" w:space="0" w:color="auto"/>
        <w:right w:val="none" w:sz="0" w:space="0" w:color="auto"/>
      </w:divBdr>
    </w:div>
    <w:div w:id="92867916">
      <w:bodyDiv w:val="1"/>
      <w:marLeft w:val="0"/>
      <w:marRight w:val="0"/>
      <w:marTop w:val="0"/>
      <w:marBottom w:val="0"/>
      <w:divBdr>
        <w:top w:val="none" w:sz="0" w:space="0" w:color="auto"/>
        <w:left w:val="none" w:sz="0" w:space="0" w:color="auto"/>
        <w:bottom w:val="none" w:sz="0" w:space="0" w:color="auto"/>
        <w:right w:val="none" w:sz="0" w:space="0" w:color="auto"/>
      </w:divBdr>
    </w:div>
    <w:div w:id="117647478">
      <w:bodyDiv w:val="1"/>
      <w:marLeft w:val="0"/>
      <w:marRight w:val="0"/>
      <w:marTop w:val="0"/>
      <w:marBottom w:val="0"/>
      <w:divBdr>
        <w:top w:val="none" w:sz="0" w:space="0" w:color="auto"/>
        <w:left w:val="none" w:sz="0" w:space="0" w:color="auto"/>
        <w:bottom w:val="none" w:sz="0" w:space="0" w:color="auto"/>
        <w:right w:val="none" w:sz="0" w:space="0" w:color="auto"/>
      </w:divBdr>
    </w:div>
    <w:div w:id="130680912">
      <w:bodyDiv w:val="1"/>
      <w:marLeft w:val="0"/>
      <w:marRight w:val="0"/>
      <w:marTop w:val="0"/>
      <w:marBottom w:val="0"/>
      <w:divBdr>
        <w:top w:val="none" w:sz="0" w:space="0" w:color="auto"/>
        <w:left w:val="none" w:sz="0" w:space="0" w:color="auto"/>
        <w:bottom w:val="none" w:sz="0" w:space="0" w:color="auto"/>
        <w:right w:val="none" w:sz="0" w:space="0" w:color="auto"/>
      </w:divBdr>
    </w:div>
    <w:div w:id="148448482">
      <w:bodyDiv w:val="1"/>
      <w:marLeft w:val="0"/>
      <w:marRight w:val="0"/>
      <w:marTop w:val="0"/>
      <w:marBottom w:val="0"/>
      <w:divBdr>
        <w:top w:val="none" w:sz="0" w:space="0" w:color="auto"/>
        <w:left w:val="none" w:sz="0" w:space="0" w:color="auto"/>
        <w:bottom w:val="none" w:sz="0" w:space="0" w:color="auto"/>
        <w:right w:val="none" w:sz="0" w:space="0" w:color="auto"/>
      </w:divBdr>
    </w:div>
    <w:div w:id="196506321">
      <w:bodyDiv w:val="1"/>
      <w:marLeft w:val="0"/>
      <w:marRight w:val="0"/>
      <w:marTop w:val="0"/>
      <w:marBottom w:val="0"/>
      <w:divBdr>
        <w:top w:val="none" w:sz="0" w:space="0" w:color="auto"/>
        <w:left w:val="none" w:sz="0" w:space="0" w:color="auto"/>
        <w:bottom w:val="none" w:sz="0" w:space="0" w:color="auto"/>
        <w:right w:val="none" w:sz="0" w:space="0" w:color="auto"/>
      </w:divBdr>
    </w:div>
    <w:div w:id="234585038">
      <w:bodyDiv w:val="1"/>
      <w:marLeft w:val="0"/>
      <w:marRight w:val="0"/>
      <w:marTop w:val="0"/>
      <w:marBottom w:val="0"/>
      <w:divBdr>
        <w:top w:val="none" w:sz="0" w:space="0" w:color="auto"/>
        <w:left w:val="none" w:sz="0" w:space="0" w:color="auto"/>
        <w:bottom w:val="none" w:sz="0" w:space="0" w:color="auto"/>
        <w:right w:val="none" w:sz="0" w:space="0" w:color="auto"/>
      </w:divBdr>
    </w:div>
    <w:div w:id="237905792">
      <w:bodyDiv w:val="1"/>
      <w:marLeft w:val="0"/>
      <w:marRight w:val="0"/>
      <w:marTop w:val="0"/>
      <w:marBottom w:val="0"/>
      <w:divBdr>
        <w:top w:val="none" w:sz="0" w:space="0" w:color="auto"/>
        <w:left w:val="none" w:sz="0" w:space="0" w:color="auto"/>
        <w:bottom w:val="none" w:sz="0" w:space="0" w:color="auto"/>
        <w:right w:val="none" w:sz="0" w:space="0" w:color="auto"/>
      </w:divBdr>
    </w:div>
    <w:div w:id="272252453">
      <w:bodyDiv w:val="1"/>
      <w:marLeft w:val="0"/>
      <w:marRight w:val="0"/>
      <w:marTop w:val="0"/>
      <w:marBottom w:val="0"/>
      <w:divBdr>
        <w:top w:val="none" w:sz="0" w:space="0" w:color="auto"/>
        <w:left w:val="none" w:sz="0" w:space="0" w:color="auto"/>
        <w:bottom w:val="none" w:sz="0" w:space="0" w:color="auto"/>
        <w:right w:val="none" w:sz="0" w:space="0" w:color="auto"/>
      </w:divBdr>
    </w:div>
    <w:div w:id="272396039">
      <w:bodyDiv w:val="1"/>
      <w:marLeft w:val="0"/>
      <w:marRight w:val="0"/>
      <w:marTop w:val="0"/>
      <w:marBottom w:val="0"/>
      <w:divBdr>
        <w:top w:val="none" w:sz="0" w:space="0" w:color="auto"/>
        <w:left w:val="none" w:sz="0" w:space="0" w:color="auto"/>
        <w:bottom w:val="none" w:sz="0" w:space="0" w:color="auto"/>
        <w:right w:val="none" w:sz="0" w:space="0" w:color="auto"/>
      </w:divBdr>
    </w:div>
    <w:div w:id="287903047">
      <w:bodyDiv w:val="1"/>
      <w:marLeft w:val="0"/>
      <w:marRight w:val="0"/>
      <w:marTop w:val="0"/>
      <w:marBottom w:val="0"/>
      <w:divBdr>
        <w:top w:val="none" w:sz="0" w:space="0" w:color="auto"/>
        <w:left w:val="none" w:sz="0" w:space="0" w:color="auto"/>
        <w:bottom w:val="none" w:sz="0" w:space="0" w:color="auto"/>
        <w:right w:val="none" w:sz="0" w:space="0" w:color="auto"/>
      </w:divBdr>
    </w:div>
    <w:div w:id="319971036">
      <w:bodyDiv w:val="1"/>
      <w:marLeft w:val="0"/>
      <w:marRight w:val="0"/>
      <w:marTop w:val="0"/>
      <w:marBottom w:val="0"/>
      <w:divBdr>
        <w:top w:val="none" w:sz="0" w:space="0" w:color="auto"/>
        <w:left w:val="none" w:sz="0" w:space="0" w:color="auto"/>
        <w:bottom w:val="none" w:sz="0" w:space="0" w:color="auto"/>
        <w:right w:val="none" w:sz="0" w:space="0" w:color="auto"/>
      </w:divBdr>
    </w:div>
    <w:div w:id="320817361">
      <w:bodyDiv w:val="1"/>
      <w:marLeft w:val="0"/>
      <w:marRight w:val="0"/>
      <w:marTop w:val="0"/>
      <w:marBottom w:val="0"/>
      <w:divBdr>
        <w:top w:val="none" w:sz="0" w:space="0" w:color="auto"/>
        <w:left w:val="none" w:sz="0" w:space="0" w:color="auto"/>
        <w:bottom w:val="none" w:sz="0" w:space="0" w:color="auto"/>
        <w:right w:val="none" w:sz="0" w:space="0" w:color="auto"/>
      </w:divBdr>
    </w:div>
    <w:div w:id="349645829">
      <w:bodyDiv w:val="1"/>
      <w:marLeft w:val="0"/>
      <w:marRight w:val="0"/>
      <w:marTop w:val="0"/>
      <w:marBottom w:val="0"/>
      <w:divBdr>
        <w:top w:val="none" w:sz="0" w:space="0" w:color="auto"/>
        <w:left w:val="none" w:sz="0" w:space="0" w:color="auto"/>
        <w:bottom w:val="none" w:sz="0" w:space="0" w:color="auto"/>
        <w:right w:val="none" w:sz="0" w:space="0" w:color="auto"/>
      </w:divBdr>
    </w:div>
    <w:div w:id="357970725">
      <w:bodyDiv w:val="1"/>
      <w:marLeft w:val="0"/>
      <w:marRight w:val="0"/>
      <w:marTop w:val="0"/>
      <w:marBottom w:val="0"/>
      <w:divBdr>
        <w:top w:val="none" w:sz="0" w:space="0" w:color="auto"/>
        <w:left w:val="none" w:sz="0" w:space="0" w:color="auto"/>
        <w:bottom w:val="none" w:sz="0" w:space="0" w:color="auto"/>
        <w:right w:val="none" w:sz="0" w:space="0" w:color="auto"/>
      </w:divBdr>
    </w:div>
    <w:div w:id="362754252">
      <w:bodyDiv w:val="1"/>
      <w:marLeft w:val="0"/>
      <w:marRight w:val="0"/>
      <w:marTop w:val="0"/>
      <w:marBottom w:val="0"/>
      <w:divBdr>
        <w:top w:val="none" w:sz="0" w:space="0" w:color="auto"/>
        <w:left w:val="none" w:sz="0" w:space="0" w:color="auto"/>
        <w:bottom w:val="none" w:sz="0" w:space="0" w:color="auto"/>
        <w:right w:val="none" w:sz="0" w:space="0" w:color="auto"/>
      </w:divBdr>
    </w:div>
    <w:div w:id="370304619">
      <w:bodyDiv w:val="1"/>
      <w:marLeft w:val="0"/>
      <w:marRight w:val="0"/>
      <w:marTop w:val="0"/>
      <w:marBottom w:val="0"/>
      <w:divBdr>
        <w:top w:val="none" w:sz="0" w:space="0" w:color="auto"/>
        <w:left w:val="none" w:sz="0" w:space="0" w:color="auto"/>
        <w:bottom w:val="none" w:sz="0" w:space="0" w:color="auto"/>
        <w:right w:val="none" w:sz="0" w:space="0" w:color="auto"/>
      </w:divBdr>
    </w:div>
    <w:div w:id="401297098">
      <w:bodyDiv w:val="1"/>
      <w:marLeft w:val="0"/>
      <w:marRight w:val="0"/>
      <w:marTop w:val="0"/>
      <w:marBottom w:val="0"/>
      <w:divBdr>
        <w:top w:val="none" w:sz="0" w:space="0" w:color="auto"/>
        <w:left w:val="none" w:sz="0" w:space="0" w:color="auto"/>
        <w:bottom w:val="none" w:sz="0" w:space="0" w:color="auto"/>
        <w:right w:val="none" w:sz="0" w:space="0" w:color="auto"/>
      </w:divBdr>
    </w:div>
    <w:div w:id="403182304">
      <w:bodyDiv w:val="1"/>
      <w:marLeft w:val="0"/>
      <w:marRight w:val="0"/>
      <w:marTop w:val="0"/>
      <w:marBottom w:val="0"/>
      <w:divBdr>
        <w:top w:val="none" w:sz="0" w:space="0" w:color="auto"/>
        <w:left w:val="none" w:sz="0" w:space="0" w:color="auto"/>
        <w:bottom w:val="none" w:sz="0" w:space="0" w:color="auto"/>
        <w:right w:val="none" w:sz="0" w:space="0" w:color="auto"/>
      </w:divBdr>
    </w:div>
    <w:div w:id="414782594">
      <w:bodyDiv w:val="1"/>
      <w:marLeft w:val="0"/>
      <w:marRight w:val="0"/>
      <w:marTop w:val="0"/>
      <w:marBottom w:val="0"/>
      <w:divBdr>
        <w:top w:val="none" w:sz="0" w:space="0" w:color="auto"/>
        <w:left w:val="none" w:sz="0" w:space="0" w:color="auto"/>
        <w:bottom w:val="none" w:sz="0" w:space="0" w:color="auto"/>
        <w:right w:val="none" w:sz="0" w:space="0" w:color="auto"/>
      </w:divBdr>
    </w:div>
    <w:div w:id="438111588">
      <w:bodyDiv w:val="1"/>
      <w:marLeft w:val="0"/>
      <w:marRight w:val="0"/>
      <w:marTop w:val="0"/>
      <w:marBottom w:val="0"/>
      <w:divBdr>
        <w:top w:val="none" w:sz="0" w:space="0" w:color="auto"/>
        <w:left w:val="none" w:sz="0" w:space="0" w:color="auto"/>
        <w:bottom w:val="none" w:sz="0" w:space="0" w:color="auto"/>
        <w:right w:val="none" w:sz="0" w:space="0" w:color="auto"/>
      </w:divBdr>
    </w:div>
    <w:div w:id="443815554">
      <w:bodyDiv w:val="1"/>
      <w:marLeft w:val="0"/>
      <w:marRight w:val="0"/>
      <w:marTop w:val="0"/>
      <w:marBottom w:val="0"/>
      <w:divBdr>
        <w:top w:val="none" w:sz="0" w:space="0" w:color="auto"/>
        <w:left w:val="none" w:sz="0" w:space="0" w:color="auto"/>
        <w:bottom w:val="none" w:sz="0" w:space="0" w:color="auto"/>
        <w:right w:val="none" w:sz="0" w:space="0" w:color="auto"/>
      </w:divBdr>
    </w:div>
    <w:div w:id="452092829">
      <w:bodyDiv w:val="1"/>
      <w:marLeft w:val="0"/>
      <w:marRight w:val="0"/>
      <w:marTop w:val="0"/>
      <w:marBottom w:val="0"/>
      <w:divBdr>
        <w:top w:val="none" w:sz="0" w:space="0" w:color="auto"/>
        <w:left w:val="none" w:sz="0" w:space="0" w:color="auto"/>
        <w:bottom w:val="none" w:sz="0" w:space="0" w:color="auto"/>
        <w:right w:val="none" w:sz="0" w:space="0" w:color="auto"/>
      </w:divBdr>
    </w:div>
    <w:div w:id="452863563">
      <w:bodyDiv w:val="1"/>
      <w:marLeft w:val="0"/>
      <w:marRight w:val="0"/>
      <w:marTop w:val="0"/>
      <w:marBottom w:val="0"/>
      <w:divBdr>
        <w:top w:val="none" w:sz="0" w:space="0" w:color="auto"/>
        <w:left w:val="none" w:sz="0" w:space="0" w:color="auto"/>
        <w:bottom w:val="none" w:sz="0" w:space="0" w:color="auto"/>
        <w:right w:val="none" w:sz="0" w:space="0" w:color="auto"/>
      </w:divBdr>
    </w:div>
    <w:div w:id="486282246">
      <w:bodyDiv w:val="1"/>
      <w:marLeft w:val="0"/>
      <w:marRight w:val="0"/>
      <w:marTop w:val="0"/>
      <w:marBottom w:val="0"/>
      <w:divBdr>
        <w:top w:val="none" w:sz="0" w:space="0" w:color="auto"/>
        <w:left w:val="none" w:sz="0" w:space="0" w:color="auto"/>
        <w:bottom w:val="none" w:sz="0" w:space="0" w:color="auto"/>
        <w:right w:val="none" w:sz="0" w:space="0" w:color="auto"/>
      </w:divBdr>
    </w:div>
    <w:div w:id="504441358">
      <w:bodyDiv w:val="1"/>
      <w:marLeft w:val="0"/>
      <w:marRight w:val="0"/>
      <w:marTop w:val="0"/>
      <w:marBottom w:val="0"/>
      <w:divBdr>
        <w:top w:val="none" w:sz="0" w:space="0" w:color="auto"/>
        <w:left w:val="none" w:sz="0" w:space="0" w:color="auto"/>
        <w:bottom w:val="none" w:sz="0" w:space="0" w:color="auto"/>
        <w:right w:val="none" w:sz="0" w:space="0" w:color="auto"/>
      </w:divBdr>
    </w:div>
    <w:div w:id="571695959">
      <w:bodyDiv w:val="1"/>
      <w:marLeft w:val="0"/>
      <w:marRight w:val="0"/>
      <w:marTop w:val="0"/>
      <w:marBottom w:val="0"/>
      <w:divBdr>
        <w:top w:val="none" w:sz="0" w:space="0" w:color="auto"/>
        <w:left w:val="none" w:sz="0" w:space="0" w:color="auto"/>
        <w:bottom w:val="none" w:sz="0" w:space="0" w:color="auto"/>
        <w:right w:val="none" w:sz="0" w:space="0" w:color="auto"/>
      </w:divBdr>
    </w:div>
    <w:div w:id="599526242">
      <w:bodyDiv w:val="1"/>
      <w:marLeft w:val="0"/>
      <w:marRight w:val="0"/>
      <w:marTop w:val="0"/>
      <w:marBottom w:val="0"/>
      <w:divBdr>
        <w:top w:val="none" w:sz="0" w:space="0" w:color="auto"/>
        <w:left w:val="none" w:sz="0" w:space="0" w:color="auto"/>
        <w:bottom w:val="none" w:sz="0" w:space="0" w:color="auto"/>
        <w:right w:val="none" w:sz="0" w:space="0" w:color="auto"/>
      </w:divBdr>
    </w:div>
    <w:div w:id="633872960">
      <w:bodyDiv w:val="1"/>
      <w:marLeft w:val="0"/>
      <w:marRight w:val="0"/>
      <w:marTop w:val="0"/>
      <w:marBottom w:val="0"/>
      <w:divBdr>
        <w:top w:val="none" w:sz="0" w:space="0" w:color="auto"/>
        <w:left w:val="none" w:sz="0" w:space="0" w:color="auto"/>
        <w:bottom w:val="none" w:sz="0" w:space="0" w:color="auto"/>
        <w:right w:val="none" w:sz="0" w:space="0" w:color="auto"/>
      </w:divBdr>
    </w:div>
    <w:div w:id="647395118">
      <w:bodyDiv w:val="1"/>
      <w:marLeft w:val="0"/>
      <w:marRight w:val="0"/>
      <w:marTop w:val="0"/>
      <w:marBottom w:val="0"/>
      <w:divBdr>
        <w:top w:val="none" w:sz="0" w:space="0" w:color="auto"/>
        <w:left w:val="none" w:sz="0" w:space="0" w:color="auto"/>
        <w:bottom w:val="none" w:sz="0" w:space="0" w:color="auto"/>
        <w:right w:val="none" w:sz="0" w:space="0" w:color="auto"/>
      </w:divBdr>
    </w:div>
    <w:div w:id="651568194">
      <w:bodyDiv w:val="1"/>
      <w:marLeft w:val="0"/>
      <w:marRight w:val="0"/>
      <w:marTop w:val="0"/>
      <w:marBottom w:val="0"/>
      <w:divBdr>
        <w:top w:val="none" w:sz="0" w:space="0" w:color="auto"/>
        <w:left w:val="none" w:sz="0" w:space="0" w:color="auto"/>
        <w:bottom w:val="none" w:sz="0" w:space="0" w:color="auto"/>
        <w:right w:val="none" w:sz="0" w:space="0" w:color="auto"/>
      </w:divBdr>
    </w:div>
    <w:div w:id="705788155">
      <w:bodyDiv w:val="1"/>
      <w:marLeft w:val="0"/>
      <w:marRight w:val="0"/>
      <w:marTop w:val="0"/>
      <w:marBottom w:val="0"/>
      <w:divBdr>
        <w:top w:val="none" w:sz="0" w:space="0" w:color="auto"/>
        <w:left w:val="none" w:sz="0" w:space="0" w:color="auto"/>
        <w:bottom w:val="none" w:sz="0" w:space="0" w:color="auto"/>
        <w:right w:val="none" w:sz="0" w:space="0" w:color="auto"/>
      </w:divBdr>
    </w:div>
    <w:div w:id="714356301">
      <w:bodyDiv w:val="1"/>
      <w:marLeft w:val="0"/>
      <w:marRight w:val="0"/>
      <w:marTop w:val="0"/>
      <w:marBottom w:val="0"/>
      <w:divBdr>
        <w:top w:val="none" w:sz="0" w:space="0" w:color="auto"/>
        <w:left w:val="none" w:sz="0" w:space="0" w:color="auto"/>
        <w:bottom w:val="none" w:sz="0" w:space="0" w:color="auto"/>
        <w:right w:val="none" w:sz="0" w:space="0" w:color="auto"/>
      </w:divBdr>
    </w:div>
    <w:div w:id="726488776">
      <w:bodyDiv w:val="1"/>
      <w:marLeft w:val="0"/>
      <w:marRight w:val="0"/>
      <w:marTop w:val="0"/>
      <w:marBottom w:val="0"/>
      <w:divBdr>
        <w:top w:val="none" w:sz="0" w:space="0" w:color="auto"/>
        <w:left w:val="none" w:sz="0" w:space="0" w:color="auto"/>
        <w:bottom w:val="none" w:sz="0" w:space="0" w:color="auto"/>
        <w:right w:val="none" w:sz="0" w:space="0" w:color="auto"/>
      </w:divBdr>
    </w:div>
    <w:div w:id="762074806">
      <w:bodyDiv w:val="1"/>
      <w:marLeft w:val="0"/>
      <w:marRight w:val="0"/>
      <w:marTop w:val="0"/>
      <w:marBottom w:val="0"/>
      <w:divBdr>
        <w:top w:val="none" w:sz="0" w:space="0" w:color="auto"/>
        <w:left w:val="none" w:sz="0" w:space="0" w:color="auto"/>
        <w:bottom w:val="none" w:sz="0" w:space="0" w:color="auto"/>
        <w:right w:val="none" w:sz="0" w:space="0" w:color="auto"/>
      </w:divBdr>
    </w:div>
    <w:div w:id="778335851">
      <w:bodyDiv w:val="1"/>
      <w:marLeft w:val="0"/>
      <w:marRight w:val="0"/>
      <w:marTop w:val="0"/>
      <w:marBottom w:val="0"/>
      <w:divBdr>
        <w:top w:val="none" w:sz="0" w:space="0" w:color="auto"/>
        <w:left w:val="none" w:sz="0" w:space="0" w:color="auto"/>
        <w:bottom w:val="none" w:sz="0" w:space="0" w:color="auto"/>
        <w:right w:val="none" w:sz="0" w:space="0" w:color="auto"/>
      </w:divBdr>
    </w:div>
    <w:div w:id="817305253">
      <w:bodyDiv w:val="1"/>
      <w:marLeft w:val="0"/>
      <w:marRight w:val="0"/>
      <w:marTop w:val="0"/>
      <w:marBottom w:val="0"/>
      <w:divBdr>
        <w:top w:val="none" w:sz="0" w:space="0" w:color="auto"/>
        <w:left w:val="none" w:sz="0" w:space="0" w:color="auto"/>
        <w:bottom w:val="none" w:sz="0" w:space="0" w:color="auto"/>
        <w:right w:val="none" w:sz="0" w:space="0" w:color="auto"/>
      </w:divBdr>
    </w:div>
    <w:div w:id="866600410">
      <w:bodyDiv w:val="1"/>
      <w:marLeft w:val="0"/>
      <w:marRight w:val="0"/>
      <w:marTop w:val="0"/>
      <w:marBottom w:val="0"/>
      <w:divBdr>
        <w:top w:val="none" w:sz="0" w:space="0" w:color="auto"/>
        <w:left w:val="none" w:sz="0" w:space="0" w:color="auto"/>
        <w:bottom w:val="none" w:sz="0" w:space="0" w:color="auto"/>
        <w:right w:val="none" w:sz="0" w:space="0" w:color="auto"/>
      </w:divBdr>
    </w:div>
    <w:div w:id="897741118">
      <w:bodyDiv w:val="1"/>
      <w:marLeft w:val="0"/>
      <w:marRight w:val="0"/>
      <w:marTop w:val="0"/>
      <w:marBottom w:val="0"/>
      <w:divBdr>
        <w:top w:val="none" w:sz="0" w:space="0" w:color="auto"/>
        <w:left w:val="none" w:sz="0" w:space="0" w:color="auto"/>
        <w:bottom w:val="none" w:sz="0" w:space="0" w:color="auto"/>
        <w:right w:val="none" w:sz="0" w:space="0" w:color="auto"/>
      </w:divBdr>
    </w:div>
    <w:div w:id="928539432">
      <w:bodyDiv w:val="1"/>
      <w:marLeft w:val="0"/>
      <w:marRight w:val="0"/>
      <w:marTop w:val="0"/>
      <w:marBottom w:val="0"/>
      <w:divBdr>
        <w:top w:val="none" w:sz="0" w:space="0" w:color="auto"/>
        <w:left w:val="none" w:sz="0" w:space="0" w:color="auto"/>
        <w:bottom w:val="none" w:sz="0" w:space="0" w:color="auto"/>
        <w:right w:val="none" w:sz="0" w:space="0" w:color="auto"/>
      </w:divBdr>
    </w:div>
    <w:div w:id="934049686">
      <w:bodyDiv w:val="1"/>
      <w:marLeft w:val="0"/>
      <w:marRight w:val="0"/>
      <w:marTop w:val="0"/>
      <w:marBottom w:val="0"/>
      <w:divBdr>
        <w:top w:val="none" w:sz="0" w:space="0" w:color="auto"/>
        <w:left w:val="none" w:sz="0" w:space="0" w:color="auto"/>
        <w:bottom w:val="none" w:sz="0" w:space="0" w:color="auto"/>
        <w:right w:val="none" w:sz="0" w:space="0" w:color="auto"/>
      </w:divBdr>
    </w:div>
    <w:div w:id="940719057">
      <w:bodyDiv w:val="1"/>
      <w:marLeft w:val="0"/>
      <w:marRight w:val="0"/>
      <w:marTop w:val="0"/>
      <w:marBottom w:val="0"/>
      <w:divBdr>
        <w:top w:val="none" w:sz="0" w:space="0" w:color="auto"/>
        <w:left w:val="none" w:sz="0" w:space="0" w:color="auto"/>
        <w:bottom w:val="none" w:sz="0" w:space="0" w:color="auto"/>
        <w:right w:val="none" w:sz="0" w:space="0" w:color="auto"/>
      </w:divBdr>
    </w:div>
    <w:div w:id="954873067">
      <w:bodyDiv w:val="1"/>
      <w:marLeft w:val="0"/>
      <w:marRight w:val="0"/>
      <w:marTop w:val="0"/>
      <w:marBottom w:val="0"/>
      <w:divBdr>
        <w:top w:val="none" w:sz="0" w:space="0" w:color="auto"/>
        <w:left w:val="none" w:sz="0" w:space="0" w:color="auto"/>
        <w:bottom w:val="none" w:sz="0" w:space="0" w:color="auto"/>
        <w:right w:val="none" w:sz="0" w:space="0" w:color="auto"/>
      </w:divBdr>
    </w:div>
    <w:div w:id="963342302">
      <w:bodyDiv w:val="1"/>
      <w:marLeft w:val="0"/>
      <w:marRight w:val="0"/>
      <w:marTop w:val="0"/>
      <w:marBottom w:val="0"/>
      <w:divBdr>
        <w:top w:val="none" w:sz="0" w:space="0" w:color="auto"/>
        <w:left w:val="none" w:sz="0" w:space="0" w:color="auto"/>
        <w:bottom w:val="none" w:sz="0" w:space="0" w:color="auto"/>
        <w:right w:val="none" w:sz="0" w:space="0" w:color="auto"/>
      </w:divBdr>
    </w:div>
    <w:div w:id="1111631445">
      <w:bodyDiv w:val="1"/>
      <w:marLeft w:val="0"/>
      <w:marRight w:val="0"/>
      <w:marTop w:val="0"/>
      <w:marBottom w:val="0"/>
      <w:divBdr>
        <w:top w:val="none" w:sz="0" w:space="0" w:color="auto"/>
        <w:left w:val="none" w:sz="0" w:space="0" w:color="auto"/>
        <w:bottom w:val="none" w:sz="0" w:space="0" w:color="auto"/>
        <w:right w:val="none" w:sz="0" w:space="0" w:color="auto"/>
      </w:divBdr>
    </w:div>
    <w:div w:id="1118067213">
      <w:bodyDiv w:val="1"/>
      <w:marLeft w:val="0"/>
      <w:marRight w:val="0"/>
      <w:marTop w:val="0"/>
      <w:marBottom w:val="0"/>
      <w:divBdr>
        <w:top w:val="none" w:sz="0" w:space="0" w:color="auto"/>
        <w:left w:val="none" w:sz="0" w:space="0" w:color="auto"/>
        <w:bottom w:val="none" w:sz="0" w:space="0" w:color="auto"/>
        <w:right w:val="none" w:sz="0" w:space="0" w:color="auto"/>
      </w:divBdr>
    </w:div>
    <w:div w:id="1122384286">
      <w:bodyDiv w:val="1"/>
      <w:marLeft w:val="0"/>
      <w:marRight w:val="0"/>
      <w:marTop w:val="0"/>
      <w:marBottom w:val="0"/>
      <w:divBdr>
        <w:top w:val="none" w:sz="0" w:space="0" w:color="auto"/>
        <w:left w:val="none" w:sz="0" w:space="0" w:color="auto"/>
        <w:bottom w:val="none" w:sz="0" w:space="0" w:color="auto"/>
        <w:right w:val="none" w:sz="0" w:space="0" w:color="auto"/>
      </w:divBdr>
    </w:div>
    <w:div w:id="1123310896">
      <w:bodyDiv w:val="1"/>
      <w:marLeft w:val="0"/>
      <w:marRight w:val="0"/>
      <w:marTop w:val="0"/>
      <w:marBottom w:val="0"/>
      <w:divBdr>
        <w:top w:val="none" w:sz="0" w:space="0" w:color="auto"/>
        <w:left w:val="none" w:sz="0" w:space="0" w:color="auto"/>
        <w:bottom w:val="none" w:sz="0" w:space="0" w:color="auto"/>
        <w:right w:val="none" w:sz="0" w:space="0" w:color="auto"/>
      </w:divBdr>
    </w:div>
    <w:div w:id="1186019771">
      <w:bodyDiv w:val="1"/>
      <w:marLeft w:val="0"/>
      <w:marRight w:val="0"/>
      <w:marTop w:val="0"/>
      <w:marBottom w:val="0"/>
      <w:divBdr>
        <w:top w:val="none" w:sz="0" w:space="0" w:color="auto"/>
        <w:left w:val="none" w:sz="0" w:space="0" w:color="auto"/>
        <w:bottom w:val="none" w:sz="0" w:space="0" w:color="auto"/>
        <w:right w:val="none" w:sz="0" w:space="0" w:color="auto"/>
      </w:divBdr>
    </w:div>
    <w:div w:id="1199200688">
      <w:bodyDiv w:val="1"/>
      <w:marLeft w:val="0"/>
      <w:marRight w:val="0"/>
      <w:marTop w:val="0"/>
      <w:marBottom w:val="0"/>
      <w:divBdr>
        <w:top w:val="none" w:sz="0" w:space="0" w:color="auto"/>
        <w:left w:val="none" w:sz="0" w:space="0" w:color="auto"/>
        <w:bottom w:val="none" w:sz="0" w:space="0" w:color="auto"/>
        <w:right w:val="none" w:sz="0" w:space="0" w:color="auto"/>
      </w:divBdr>
    </w:div>
    <w:div w:id="1284381399">
      <w:bodyDiv w:val="1"/>
      <w:marLeft w:val="0"/>
      <w:marRight w:val="0"/>
      <w:marTop w:val="0"/>
      <w:marBottom w:val="0"/>
      <w:divBdr>
        <w:top w:val="none" w:sz="0" w:space="0" w:color="auto"/>
        <w:left w:val="none" w:sz="0" w:space="0" w:color="auto"/>
        <w:bottom w:val="none" w:sz="0" w:space="0" w:color="auto"/>
        <w:right w:val="none" w:sz="0" w:space="0" w:color="auto"/>
      </w:divBdr>
    </w:div>
    <w:div w:id="1284919846">
      <w:bodyDiv w:val="1"/>
      <w:marLeft w:val="0"/>
      <w:marRight w:val="0"/>
      <w:marTop w:val="0"/>
      <w:marBottom w:val="0"/>
      <w:divBdr>
        <w:top w:val="none" w:sz="0" w:space="0" w:color="auto"/>
        <w:left w:val="none" w:sz="0" w:space="0" w:color="auto"/>
        <w:bottom w:val="none" w:sz="0" w:space="0" w:color="auto"/>
        <w:right w:val="none" w:sz="0" w:space="0" w:color="auto"/>
      </w:divBdr>
    </w:div>
    <w:div w:id="1322464732">
      <w:bodyDiv w:val="1"/>
      <w:marLeft w:val="0"/>
      <w:marRight w:val="0"/>
      <w:marTop w:val="0"/>
      <w:marBottom w:val="0"/>
      <w:divBdr>
        <w:top w:val="none" w:sz="0" w:space="0" w:color="auto"/>
        <w:left w:val="none" w:sz="0" w:space="0" w:color="auto"/>
        <w:bottom w:val="none" w:sz="0" w:space="0" w:color="auto"/>
        <w:right w:val="none" w:sz="0" w:space="0" w:color="auto"/>
      </w:divBdr>
    </w:div>
    <w:div w:id="1338580792">
      <w:bodyDiv w:val="1"/>
      <w:marLeft w:val="0"/>
      <w:marRight w:val="0"/>
      <w:marTop w:val="0"/>
      <w:marBottom w:val="0"/>
      <w:divBdr>
        <w:top w:val="none" w:sz="0" w:space="0" w:color="auto"/>
        <w:left w:val="none" w:sz="0" w:space="0" w:color="auto"/>
        <w:bottom w:val="none" w:sz="0" w:space="0" w:color="auto"/>
        <w:right w:val="none" w:sz="0" w:space="0" w:color="auto"/>
      </w:divBdr>
    </w:div>
    <w:div w:id="1345008881">
      <w:bodyDiv w:val="1"/>
      <w:marLeft w:val="0"/>
      <w:marRight w:val="0"/>
      <w:marTop w:val="0"/>
      <w:marBottom w:val="0"/>
      <w:divBdr>
        <w:top w:val="none" w:sz="0" w:space="0" w:color="auto"/>
        <w:left w:val="none" w:sz="0" w:space="0" w:color="auto"/>
        <w:bottom w:val="none" w:sz="0" w:space="0" w:color="auto"/>
        <w:right w:val="none" w:sz="0" w:space="0" w:color="auto"/>
      </w:divBdr>
    </w:div>
    <w:div w:id="1345748620">
      <w:bodyDiv w:val="1"/>
      <w:marLeft w:val="0"/>
      <w:marRight w:val="0"/>
      <w:marTop w:val="0"/>
      <w:marBottom w:val="0"/>
      <w:divBdr>
        <w:top w:val="none" w:sz="0" w:space="0" w:color="auto"/>
        <w:left w:val="none" w:sz="0" w:space="0" w:color="auto"/>
        <w:bottom w:val="none" w:sz="0" w:space="0" w:color="auto"/>
        <w:right w:val="none" w:sz="0" w:space="0" w:color="auto"/>
      </w:divBdr>
    </w:div>
    <w:div w:id="1383292175">
      <w:bodyDiv w:val="1"/>
      <w:marLeft w:val="0"/>
      <w:marRight w:val="0"/>
      <w:marTop w:val="0"/>
      <w:marBottom w:val="0"/>
      <w:divBdr>
        <w:top w:val="none" w:sz="0" w:space="0" w:color="auto"/>
        <w:left w:val="none" w:sz="0" w:space="0" w:color="auto"/>
        <w:bottom w:val="none" w:sz="0" w:space="0" w:color="auto"/>
        <w:right w:val="none" w:sz="0" w:space="0" w:color="auto"/>
      </w:divBdr>
    </w:div>
    <w:div w:id="1410687672">
      <w:bodyDiv w:val="1"/>
      <w:marLeft w:val="0"/>
      <w:marRight w:val="0"/>
      <w:marTop w:val="0"/>
      <w:marBottom w:val="0"/>
      <w:divBdr>
        <w:top w:val="none" w:sz="0" w:space="0" w:color="auto"/>
        <w:left w:val="none" w:sz="0" w:space="0" w:color="auto"/>
        <w:bottom w:val="none" w:sz="0" w:space="0" w:color="auto"/>
        <w:right w:val="none" w:sz="0" w:space="0" w:color="auto"/>
      </w:divBdr>
    </w:div>
    <w:div w:id="1421682969">
      <w:bodyDiv w:val="1"/>
      <w:marLeft w:val="0"/>
      <w:marRight w:val="0"/>
      <w:marTop w:val="0"/>
      <w:marBottom w:val="0"/>
      <w:divBdr>
        <w:top w:val="none" w:sz="0" w:space="0" w:color="auto"/>
        <w:left w:val="none" w:sz="0" w:space="0" w:color="auto"/>
        <w:bottom w:val="none" w:sz="0" w:space="0" w:color="auto"/>
        <w:right w:val="none" w:sz="0" w:space="0" w:color="auto"/>
      </w:divBdr>
    </w:div>
    <w:div w:id="1467746169">
      <w:bodyDiv w:val="1"/>
      <w:marLeft w:val="0"/>
      <w:marRight w:val="0"/>
      <w:marTop w:val="0"/>
      <w:marBottom w:val="0"/>
      <w:divBdr>
        <w:top w:val="none" w:sz="0" w:space="0" w:color="auto"/>
        <w:left w:val="none" w:sz="0" w:space="0" w:color="auto"/>
        <w:bottom w:val="none" w:sz="0" w:space="0" w:color="auto"/>
        <w:right w:val="none" w:sz="0" w:space="0" w:color="auto"/>
      </w:divBdr>
    </w:div>
    <w:div w:id="1471098525">
      <w:bodyDiv w:val="1"/>
      <w:marLeft w:val="0"/>
      <w:marRight w:val="0"/>
      <w:marTop w:val="0"/>
      <w:marBottom w:val="0"/>
      <w:divBdr>
        <w:top w:val="none" w:sz="0" w:space="0" w:color="auto"/>
        <w:left w:val="none" w:sz="0" w:space="0" w:color="auto"/>
        <w:bottom w:val="none" w:sz="0" w:space="0" w:color="auto"/>
        <w:right w:val="none" w:sz="0" w:space="0" w:color="auto"/>
      </w:divBdr>
    </w:div>
    <w:div w:id="1477451644">
      <w:bodyDiv w:val="1"/>
      <w:marLeft w:val="0"/>
      <w:marRight w:val="0"/>
      <w:marTop w:val="0"/>
      <w:marBottom w:val="0"/>
      <w:divBdr>
        <w:top w:val="none" w:sz="0" w:space="0" w:color="auto"/>
        <w:left w:val="none" w:sz="0" w:space="0" w:color="auto"/>
        <w:bottom w:val="none" w:sz="0" w:space="0" w:color="auto"/>
        <w:right w:val="none" w:sz="0" w:space="0" w:color="auto"/>
      </w:divBdr>
    </w:div>
    <w:div w:id="1483961597">
      <w:bodyDiv w:val="1"/>
      <w:marLeft w:val="0"/>
      <w:marRight w:val="0"/>
      <w:marTop w:val="0"/>
      <w:marBottom w:val="0"/>
      <w:divBdr>
        <w:top w:val="none" w:sz="0" w:space="0" w:color="auto"/>
        <w:left w:val="none" w:sz="0" w:space="0" w:color="auto"/>
        <w:bottom w:val="none" w:sz="0" w:space="0" w:color="auto"/>
        <w:right w:val="none" w:sz="0" w:space="0" w:color="auto"/>
      </w:divBdr>
    </w:div>
    <w:div w:id="1485662750">
      <w:bodyDiv w:val="1"/>
      <w:marLeft w:val="0"/>
      <w:marRight w:val="0"/>
      <w:marTop w:val="0"/>
      <w:marBottom w:val="0"/>
      <w:divBdr>
        <w:top w:val="none" w:sz="0" w:space="0" w:color="auto"/>
        <w:left w:val="none" w:sz="0" w:space="0" w:color="auto"/>
        <w:bottom w:val="none" w:sz="0" w:space="0" w:color="auto"/>
        <w:right w:val="none" w:sz="0" w:space="0" w:color="auto"/>
      </w:divBdr>
    </w:div>
    <w:div w:id="1486623861">
      <w:bodyDiv w:val="1"/>
      <w:marLeft w:val="0"/>
      <w:marRight w:val="0"/>
      <w:marTop w:val="0"/>
      <w:marBottom w:val="0"/>
      <w:divBdr>
        <w:top w:val="none" w:sz="0" w:space="0" w:color="auto"/>
        <w:left w:val="none" w:sz="0" w:space="0" w:color="auto"/>
        <w:bottom w:val="none" w:sz="0" w:space="0" w:color="auto"/>
        <w:right w:val="none" w:sz="0" w:space="0" w:color="auto"/>
      </w:divBdr>
    </w:div>
    <w:div w:id="1491604375">
      <w:bodyDiv w:val="1"/>
      <w:marLeft w:val="0"/>
      <w:marRight w:val="0"/>
      <w:marTop w:val="0"/>
      <w:marBottom w:val="0"/>
      <w:divBdr>
        <w:top w:val="none" w:sz="0" w:space="0" w:color="auto"/>
        <w:left w:val="none" w:sz="0" w:space="0" w:color="auto"/>
        <w:bottom w:val="none" w:sz="0" w:space="0" w:color="auto"/>
        <w:right w:val="none" w:sz="0" w:space="0" w:color="auto"/>
      </w:divBdr>
    </w:div>
    <w:div w:id="1519272001">
      <w:bodyDiv w:val="1"/>
      <w:marLeft w:val="0"/>
      <w:marRight w:val="0"/>
      <w:marTop w:val="0"/>
      <w:marBottom w:val="0"/>
      <w:divBdr>
        <w:top w:val="none" w:sz="0" w:space="0" w:color="auto"/>
        <w:left w:val="none" w:sz="0" w:space="0" w:color="auto"/>
        <w:bottom w:val="none" w:sz="0" w:space="0" w:color="auto"/>
        <w:right w:val="none" w:sz="0" w:space="0" w:color="auto"/>
      </w:divBdr>
    </w:div>
    <w:div w:id="1523206122">
      <w:bodyDiv w:val="1"/>
      <w:marLeft w:val="0"/>
      <w:marRight w:val="0"/>
      <w:marTop w:val="0"/>
      <w:marBottom w:val="0"/>
      <w:divBdr>
        <w:top w:val="none" w:sz="0" w:space="0" w:color="auto"/>
        <w:left w:val="none" w:sz="0" w:space="0" w:color="auto"/>
        <w:bottom w:val="none" w:sz="0" w:space="0" w:color="auto"/>
        <w:right w:val="none" w:sz="0" w:space="0" w:color="auto"/>
      </w:divBdr>
    </w:div>
    <w:div w:id="1526597775">
      <w:bodyDiv w:val="1"/>
      <w:marLeft w:val="0"/>
      <w:marRight w:val="0"/>
      <w:marTop w:val="0"/>
      <w:marBottom w:val="0"/>
      <w:divBdr>
        <w:top w:val="none" w:sz="0" w:space="0" w:color="auto"/>
        <w:left w:val="none" w:sz="0" w:space="0" w:color="auto"/>
        <w:bottom w:val="none" w:sz="0" w:space="0" w:color="auto"/>
        <w:right w:val="none" w:sz="0" w:space="0" w:color="auto"/>
      </w:divBdr>
    </w:div>
    <w:div w:id="1526677672">
      <w:bodyDiv w:val="1"/>
      <w:marLeft w:val="0"/>
      <w:marRight w:val="0"/>
      <w:marTop w:val="0"/>
      <w:marBottom w:val="0"/>
      <w:divBdr>
        <w:top w:val="none" w:sz="0" w:space="0" w:color="auto"/>
        <w:left w:val="none" w:sz="0" w:space="0" w:color="auto"/>
        <w:bottom w:val="none" w:sz="0" w:space="0" w:color="auto"/>
        <w:right w:val="none" w:sz="0" w:space="0" w:color="auto"/>
      </w:divBdr>
    </w:div>
    <w:div w:id="1528636887">
      <w:bodyDiv w:val="1"/>
      <w:marLeft w:val="0"/>
      <w:marRight w:val="0"/>
      <w:marTop w:val="0"/>
      <w:marBottom w:val="0"/>
      <w:divBdr>
        <w:top w:val="none" w:sz="0" w:space="0" w:color="auto"/>
        <w:left w:val="none" w:sz="0" w:space="0" w:color="auto"/>
        <w:bottom w:val="none" w:sz="0" w:space="0" w:color="auto"/>
        <w:right w:val="none" w:sz="0" w:space="0" w:color="auto"/>
      </w:divBdr>
    </w:div>
    <w:div w:id="1573541274">
      <w:bodyDiv w:val="1"/>
      <w:marLeft w:val="0"/>
      <w:marRight w:val="0"/>
      <w:marTop w:val="0"/>
      <w:marBottom w:val="0"/>
      <w:divBdr>
        <w:top w:val="none" w:sz="0" w:space="0" w:color="auto"/>
        <w:left w:val="none" w:sz="0" w:space="0" w:color="auto"/>
        <w:bottom w:val="none" w:sz="0" w:space="0" w:color="auto"/>
        <w:right w:val="none" w:sz="0" w:space="0" w:color="auto"/>
      </w:divBdr>
    </w:div>
    <w:div w:id="1586839215">
      <w:bodyDiv w:val="1"/>
      <w:marLeft w:val="0"/>
      <w:marRight w:val="0"/>
      <w:marTop w:val="0"/>
      <w:marBottom w:val="0"/>
      <w:divBdr>
        <w:top w:val="none" w:sz="0" w:space="0" w:color="auto"/>
        <w:left w:val="none" w:sz="0" w:space="0" w:color="auto"/>
        <w:bottom w:val="none" w:sz="0" w:space="0" w:color="auto"/>
        <w:right w:val="none" w:sz="0" w:space="0" w:color="auto"/>
      </w:divBdr>
    </w:div>
    <w:div w:id="1682584551">
      <w:bodyDiv w:val="1"/>
      <w:marLeft w:val="0"/>
      <w:marRight w:val="0"/>
      <w:marTop w:val="0"/>
      <w:marBottom w:val="0"/>
      <w:divBdr>
        <w:top w:val="none" w:sz="0" w:space="0" w:color="auto"/>
        <w:left w:val="none" w:sz="0" w:space="0" w:color="auto"/>
        <w:bottom w:val="none" w:sz="0" w:space="0" w:color="auto"/>
        <w:right w:val="none" w:sz="0" w:space="0" w:color="auto"/>
      </w:divBdr>
    </w:div>
    <w:div w:id="1704475759">
      <w:bodyDiv w:val="1"/>
      <w:marLeft w:val="0"/>
      <w:marRight w:val="0"/>
      <w:marTop w:val="0"/>
      <w:marBottom w:val="0"/>
      <w:divBdr>
        <w:top w:val="none" w:sz="0" w:space="0" w:color="auto"/>
        <w:left w:val="none" w:sz="0" w:space="0" w:color="auto"/>
        <w:bottom w:val="none" w:sz="0" w:space="0" w:color="auto"/>
        <w:right w:val="none" w:sz="0" w:space="0" w:color="auto"/>
      </w:divBdr>
    </w:div>
    <w:div w:id="1709992609">
      <w:bodyDiv w:val="1"/>
      <w:marLeft w:val="0"/>
      <w:marRight w:val="0"/>
      <w:marTop w:val="0"/>
      <w:marBottom w:val="0"/>
      <w:divBdr>
        <w:top w:val="none" w:sz="0" w:space="0" w:color="auto"/>
        <w:left w:val="none" w:sz="0" w:space="0" w:color="auto"/>
        <w:bottom w:val="none" w:sz="0" w:space="0" w:color="auto"/>
        <w:right w:val="none" w:sz="0" w:space="0" w:color="auto"/>
      </w:divBdr>
    </w:div>
    <w:div w:id="1717779334">
      <w:bodyDiv w:val="1"/>
      <w:marLeft w:val="0"/>
      <w:marRight w:val="0"/>
      <w:marTop w:val="0"/>
      <w:marBottom w:val="0"/>
      <w:divBdr>
        <w:top w:val="none" w:sz="0" w:space="0" w:color="auto"/>
        <w:left w:val="none" w:sz="0" w:space="0" w:color="auto"/>
        <w:bottom w:val="none" w:sz="0" w:space="0" w:color="auto"/>
        <w:right w:val="none" w:sz="0" w:space="0" w:color="auto"/>
      </w:divBdr>
    </w:div>
    <w:div w:id="1750687105">
      <w:bodyDiv w:val="1"/>
      <w:marLeft w:val="0"/>
      <w:marRight w:val="0"/>
      <w:marTop w:val="0"/>
      <w:marBottom w:val="0"/>
      <w:divBdr>
        <w:top w:val="none" w:sz="0" w:space="0" w:color="auto"/>
        <w:left w:val="none" w:sz="0" w:space="0" w:color="auto"/>
        <w:bottom w:val="none" w:sz="0" w:space="0" w:color="auto"/>
        <w:right w:val="none" w:sz="0" w:space="0" w:color="auto"/>
      </w:divBdr>
    </w:div>
    <w:div w:id="1753964525">
      <w:bodyDiv w:val="1"/>
      <w:marLeft w:val="0"/>
      <w:marRight w:val="0"/>
      <w:marTop w:val="0"/>
      <w:marBottom w:val="0"/>
      <w:divBdr>
        <w:top w:val="none" w:sz="0" w:space="0" w:color="auto"/>
        <w:left w:val="none" w:sz="0" w:space="0" w:color="auto"/>
        <w:bottom w:val="none" w:sz="0" w:space="0" w:color="auto"/>
        <w:right w:val="none" w:sz="0" w:space="0" w:color="auto"/>
      </w:divBdr>
    </w:div>
    <w:div w:id="1758283277">
      <w:bodyDiv w:val="1"/>
      <w:marLeft w:val="0"/>
      <w:marRight w:val="0"/>
      <w:marTop w:val="0"/>
      <w:marBottom w:val="0"/>
      <w:divBdr>
        <w:top w:val="none" w:sz="0" w:space="0" w:color="auto"/>
        <w:left w:val="none" w:sz="0" w:space="0" w:color="auto"/>
        <w:bottom w:val="none" w:sz="0" w:space="0" w:color="auto"/>
        <w:right w:val="none" w:sz="0" w:space="0" w:color="auto"/>
      </w:divBdr>
    </w:div>
    <w:div w:id="1765298506">
      <w:bodyDiv w:val="1"/>
      <w:marLeft w:val="0"/>
      <w:marRight w:val="0"/>
      <w:marTop w:val="0"/>
      <w:marBottom w:val="0"/>
      <w:divBdr>
        <w:top w:val="none" w:sz="0" w:space="0" w:color="auto"/>
        <w:left w:val="none" w:sz="0" w:space="0" w:color="auto"/>
        <w:bottom w:val="none" w:sz="0" w:space="0" w:color="auto"/>
        <w:right w:val="none" w:sz="0" w:space="0" w:color="auto"/>
      </w:divBdr>
    </w:div>
    <w:div w:id="1796556064">
      <w:bodyDiv w:val="1"/>
      <w:marLeft w:val="0"/>
      <w:marRight w:val="0"/>
      <w:marTop w:val="0"/>
      <w:marBottom w:val="0"/>
      <w:divBdr>
        <w:top w:val="none" w:sz="0" w:space="0" w:color="auto"/>
        <w:left w:val="none" w:sz="0" w:space="0" w:color="auto"/>
        <w:bottom w:val="none" w:sz="0" w:space="0" w:color="auto"/>
        <w:right w:val="none" w:sz="0" w:space="0" w:color="auto"/>
      </w:divBdr>
    </w:div>
    <w:div w:id="1796830123">
      <w:bodyDiv w:val="1"/>
      <w:marLeft w:val="0"/>
      <w:marRight w:val="0"/>
      <w:marTop w:val="0"/>
      <w:marBottom w:val="0"/>
      <w:divBdr>
        <w:top w:val="none" w:sz="0" w:space="0" w:color="auto"/>
        <w:left w:val="none" w:sz="0" w:space="0" w:color="auto"/>
        <w:bottom w:val="none" w:sz="0" w:space="0" w:color="auto"/>
        <w:right w:val="none" w:sz="0" w:space="0" w:color="auto"/>
      </w:divBdr>
    </w:div>
    <w:div w:id="1844394138">
      <w:bodyDiv w:val="1"/>
      <w:marLeft w:val="0"/>
      <w:marRight w:val="0"/>
      <w:marTop w:val="0"/>
      <w:marBottom w:val="0"/>
      <w:divBdr>
        <w:top w:val="none" w:sz="0" w:space="0" w:color="auto"/>
        <w:left w:val="none" w:sz="0" w:space="0" w:color="auto"/>
        <w:bottom w:val="none" w:sz="0" w:space="0" w:color="auto"/>
        <w:right w:val="none" w:sz="0" w:space="0" w:color="auto"/>
      </w:divBdr>
    </w:div>
    <w:div w:id="1865707137">
      <w:bodyDiv w:val="1"/>
      <w:marLeft w:val="0"/>
      <w:marRight w:val="0"/>
      <w:marTop w:val="0"/>
      <w:marBottom w:val="0"/>
      <w:divBdr>
        <w:top w:val="none" w:sz="0" w:space="0" w:color="auto"/>
        <w:left w:val="none" w:sz="0" w:space="0" w:color="auto"/>
        <w:bottom w:val="none" w:sz="0" w:space="0" w:color="auto"/>
        <w:right w:val="none" w:sz="0" w:space="0" w:color="auto"/>
      </w:divBdr>
    </w:div>
    <w:div w:id="1888952302">
      <w:bodyDiv w:val="1"/>
      <w:marLeft w:val="0"/>
      <w:marRight w:val="0"/>
      <w:marTop w:val="0"/>
      <w:marBottom w:val="0"/>
      <w:divBdr>
        <w:top w:val="none" w:sz="0" w:space="0" w:color="auto"/>
        <w:left w:val="none" w:sz="0" w:space="0" w:color="auto"/>
        <w:bottom w:val="none" w:sz="0" w:space="0" w:color="auto"/>
        <w:right w:val="none" w:sz="0" w:space="0" w:color="auto"/>
      </w:divBdr>
    </w:div>
    <w:div w:id="1896696992">
      <w:bodyDiv w:val="1"/>
      <w:marLeft w:val="0"/>
      <w:marRight w:val="0"/>
      <w:marTop w:val="0"/>
      <w:marBottom w:val="0"/>
      <w:divBdr>
        <w:top w:val="none" w:sz="0" w:space="0" w:color="auto"/>
        <w:left w:val="none" w:sz="0" w:space="0" w:color="auto"/>
        <w:bottom w:val="none" w:sz="0" w:space="0" w:color="auto"/>
        <w:right w:val="none" w:sz="0" w:space="0" w:color="auto"/>
      </w:divBdr>
    </w:div>
    <w:div w:id="1898277906">
      <w:bodyDiv w:val="1"/>
      <w:marLeft w:val="0"/>
      <w:marRight w:val="0"/>
      <w:marTop w:val="0"/>
      <w:marBottom w:val="0"/>
      <w:divBdr>
        <w:top w:val="none" w:sz="0" w:space="0" w:color="auto"/>
        <w:left w:val="none" w:sz="0" w:space="0" w:color="auto"/>
        <w:bottom w:val="none" w:sz="0" w:space="0" w:color="auto"/>
        <w:right w:val="none" w:sz="0" w:space="0" w:color="auto"/>
      </w:divBdr>
    </w:div>
    <w:div w:id="1900704104">
      <w:bodyDiv w:val="1"/>
      <w:marLeft w:val="0"/>
      <w:marRight w:val="0"/>
      <w:marTop w:val="0"/>
      <w:marBottom w:val="0"/>
      <w:divBdr>
        <w:top w:val="none" w:sz="0" w:space="0" w:color="auto"/>
        <w:left w:val="none" w:sz="0" w:space="0" w:color="auto"/>
        <w:bottom w:val="none" w:sz="0" w:space="0" w:color="auto"/>
        <w:right w:val="none" w:sz="0" w:space="0" w:color="auto"/>
      </w:divBdr>
    </w:div>
    <w:div w:id="1938368517">
      <w:bodyDiv w:val="1"/>
      <w:marLeft w:val="0"/>
      <w:marRight w:val="0"/>
      <w:marTop w:val="0"/>
      <w:marBottom w:val="0"/>
      <w:divBdr>
        <w:top w:val="none" w:sz="0" w:space="0" w:color="auto"/>
        <w:left w:val="none" w:sz="0" w:space="0" w:color="auto"/>
        <w:bottom w:val="none" w:sz="0" w:space="0" w:color="auto"/>
        <w:right w:val="none" w:sz="0" w:space="0" w:color="auto"/>
      </w:divBdr>
    </w:div>
    <w:div w:id="1940210533">
      <w:bodyDiv w:val="1"/>
      <w:marLeft w:val="0"/>
      <w:marRight w:val="0"/>
      <w:marTop w:val="0"/>
      <w:marBottom w:val="0"/>
      <w:divBdr>
        <w:top w:val="none" w:sz="0" w:space="0" w:color="auto"/>
        <w:left w:val="none" w:sz="0" w:space="0" w:color="auto"/>
        <w:bottom w:val="none" w:sz="0" w:space="0" w:color="auto"/>
        <w:right w:val="none" w:sz="0" w:space="0" w:color="auto"/>
      </w:divBdr>
    </w:div>
    <w:div w:id="1958246875">
      <w:bodyDiv w:val="1"/>
      <w:marLeft w:val="0"/>
      <w:marRight w:val="0"/>
      <w:marTop w:val="0"/>
      <w:marBottom w:val="0"/>
      <w:divBdr>
        <w:top w:val="none" w:sz="0" w:space="0" w:color="auto"/>
        <w:left w:val="none" w:sz="0" w:space="0" w:color="auto"/>
        <w:bottom w:val="none" w:sz="0" w:space="0" w:color="auto"/>
        <w:right w:val="none" w:sz="0" w:space="0" w:color="auto"/>
      </w:divBdr>
    </w:div>
    <w:div w:id="1962570740">
      <w:bodyDiv w:val="1"/>
      <w:marLeft w:val="0"/>
      <w:marRight w:val="0"/>
      <w:marTop w:val="0"/>
      <w:marBottom w:val="0"/>
      <w:divBdr>
        <w:top w:val="none" w:sz="0" w:space="0" w:color="auto"/>
        <w:left w:val="none" w:sz="0" w:space="0" w:color="auto"/>
        <w:bottom w:val="none" w:sz="0" w:space="0" w:color="auto"/>
        <w:right w:val="none" w:sz="0" w:space="0" w:color="auto"/>
      </w:divBdr>
    </w:div>
    <w:div w:id="1978298144">
      <w:bodyDiv w:val="1"/>
      <w:marLeft w:val="0"/>
      <w:marRight w:val="0"/>
      <w:marTop w:val="0"/>
      <w:marBottom w:val="0"/>
      <w:divBdr>
        <w:top w:val="none" w:sz="0" w:space="0" w:color="auto"/>
        <w:left w:val="none" w:sz="0" w:space="0" w:color="auto"/>
        <w:bottom w:val="none" w:sz="0" w:space="0" w:color="auto"/>
        <w:right w:val="none" w:sz="0" w:space="0" w:color="auto"/>
      </w:divBdr>
    </w:div>
    <w:div w:id="1979531100">
      <w:bodyDiv w:val="1"/>
      <w:marLeft w:val="0"/>
      <w:marRight w:val="0"/>
      <w:marTop w:val="0"/>
      <w:marBottom w:val="0"/>
      <w:divBdr>
        <w:top w:val="none" w:sz="0" w:space="0" w:color="auto"/>
        <w:left w:val="none" w:sz="0" w:space="0" w:color="auto"/>
        <w:bottom w:val="none" w:sz="0" w:space="0" w:color="auto"/>
        <w:right w:val="none" w:sz="0" w:space="0" w:color="auto"/>
      </w:divBdr>
    </w:div>
    <w:div w:id="1984116958">
      <w:bodyDiv w:val="1"/>
      <w:marLeft w:val="0"/>
      <w:marRight w:val="0"/>
      <w:marTop w:val="0"/>
      <w:marBottom w:val="0"/>
      <w:divBdr>
        <w:top w:val="none" w:sz="0" w:space="0" w:color="auto"/>
        <w:left w:val="none" w:sz="0" w:space="0" w:color="auto"/>
        <w:bottom w:val="none" w:sz="0" w:space="0" w:color="auto"/>
        <w:right w:val="none" w:sz="0" w:space="0" w:color="auto"/>
      </w:divBdr>
    </w:div>
    <w:div w:id="1990089083">
      <w:bodyDiv w:val="1"/>
      <w:marLeft w:val="0"/>
      <w:marRight w:val="0"/>
      <w:marTop w:val="0"/>
      <w:marBottom w:val="0"/>
      <w:divBdr>
        <w:top w:val="none" w:sz="0" w:space="0" w:color="auto"/>
        <w:left w:val="none" w:sz="0" w:space="0" w:color="auto"/>
        <w:bottom w:val="none" w:sz="0" w:space="0" w:color="auto"/>
        <w:right w:val="none" w:sz="0" w:space="0" w:color="auto"/>
      </w:divBdr>
    </w:div>
    <w:div w:id="2096244537">
      <w:bodyDiv w:val="1"/>
      <w:marLeft w:val="0"/>
      <w:marRight w:val="0"/>
      <w:marTop w:val="0"/>
      <w:marBottom w:val="0"/>
      <w:divBdr>
        <w:top w:val="none" w:sz="0" w:space="0" w:color="auto"/>
        <w:left w:val="none" w:sz="0" w:space="0" w:color="auto"/>
        <w:bottom w:val="none" w:sz="0" w:space="0" w:color="auto"/>
        <w:right w:val="none" w:sz="0" w:space="0" w:color="auto"/>
      </w:divBdr>
    </w:div>
    <w:div w:id="2110001560">
      <w:bodyDiv w:val="1"/>
      <w:marLeft w:val="0"/>
      <w:marRight w:val="0"/>
      <w:marTop w:val="0"/>
      <w:marBottom w:val="0"/>
      <w:divBdr>
        <w:top w:val="none" w:sz="0" w:space="0" w:color="auto"/>
        <w:left w:val="none" w:sz="0" w:space="0" w:color="auto"/>
        <w:bottom w:val="none" w:sz="0" w:space="0" w:color="auto"/>
        <w:right w:val="none" w:sz="0" w:space="0" w:color="auto"/>
      </w:divBdr>
    </w:div>
    <w:div w:id="211258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59632/p1.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3schools.com/html/html_forms.asp" TargetMode="External"/><Relationship Id="rId4" Type="http://schemas.openxmlformats.org/officeDocument/2006/relationships/settings" Target="settings.xml"/><Relationship Id="rId9" Type="http://schemas.openxmlformats.org/officeDocument/2006/relationships/hyperlink" Target="http://localhost:59632/p1.php?nr1=4&amp;nr2=6"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eam_000\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F9603AE5-5330-42B5-B434-46CEE9DC827B}">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37</TotalTime>
  <Pages>2</Pages>
  <Words>638</Words>
  <Characters>3637</Characters>
  <Application>Microsoft Office Word</Application>
  <DocSecurity>0</DocSecurity>
  <Lines>30</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tao</Company>
  <LinksUpToDate>false</LinksUpToDate>
  <CharactersWithSpaces>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user</cp:lastModifiedBy>
  <cp:revision>8</cp:revision>
  <cp:lastPrinted>2013-10-02T19:27:00Z</cp:lastPrinted>
  <dcterms:created xsi:type="dcterms:W3CDTF">2017-02-12T20:06:00Z</dcterms:created>
  <dcterms:modified xsi:type="dcterms:W3CDTF">2017-02-14T01:15:00Z</dcterms:modified>
</cp:coreProperties>
</file>